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C9" w:rsidRDefault="00D11938" w:rsidP="00D11938">
      <w:pPr>
        <w:jc w:val="center"/>
        <w:rPr>
          <w:rFonts w:ascii="Arial" w:hAnsi="Arial" w:cs="Arial"/>
          <w:b/>
        </w:rPr>
      </w:pPr>
      <w:r w:rsidRPr="00D11938">
        <w:rPr>
          <w:rFonts w:ascii="Arial" w:hAnsi="Arial" w:cs="Arial"/>
          <w:b/>
        </w:rPr>
        <w:br/>
        <w:t>Times Table Grid</w:t>
      </w:r>
    </w:p>
    <w:p w:rsidR="00D11938" w:rsidRDefault="00D11938" w:rsidP="00D11938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1"/>
      </w:tblGrid>
      <w:tr w:rsidR="00D11938" w:rsidTr="00D11938">
        <w:trPr>
          <w:trHeight w:val="839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1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41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1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41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840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</w:t>
            </w:r>
          </w:p>
        </w:tc>
        <w:tc>
          <w:tcPr>
            <w:tcW w:w="841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840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</w:t>
            </w:r>
          </w:p>
        </w:tc>
        <w:tc>
          <w:tcPr>
            <w:tcW w:w="840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</w:t>
            </w:r>
            <w:bookmarkStart w:id="0" w:name="_GoBack"/>
            <w:bookmarkEnd w:id="0"/>
          </w:p>
        </w:tc>
        <w:tc>
          <w:tcPr>
            <w:tcW w:w="841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36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</w:t>
            </w:r>
          </w:p>
        </w:tc>
        <w:tc>
          <w:tcPr>
            <w:tcW w:w="840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</w:t>
            </w:r>
          </w:p>
        </w:tc>
        <w:tc>
          <w:tcPr>
            <w:tcW w:w="840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</w:t>
            </w:r>
          </w:p>
        </w:tc>
        <w:tc>
          <w:tcPr>
            <w:tcW w:w="841" w:type="dxa"/>
            <w:vAlign w:val="center"/>
          </w:tcPr>
          <w:p w:rsidR="00D11938" w:rsidRDefault="00654C46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</w:t>
            </w:r>
          </w:p>
        </w:tc>
      </w:tr>
      <w:tr w:rsidR="00D11938" w:rsidTr="00D11938">
        <w:trPr>
          <w:trHeight w:val="839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40" w:type="dxa"/>
            <w:vAlign w:val="center"/>
          </w:tcPr>
          <w:p w:rsidR="00D11938" w:rsidRDefault="00D11938" w:rsidP="00EB2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840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841" w:type="dxa"/>
            <w:vAlign w:val="center"/>
          </w:tcPr>
          <w:p w:rsidR="00D11938" w:rsidRDefault="00D11938" w:rsidP="00D119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</w:tr>
    </w:tbl>
    <w:p w:rsidR="00D11938" w:rsidRPr="00D11938" w:rsidRDefault="00D11938" w:rsidP="00D11938">
      <w:pPr>
        <w:jc w:val="center"/>
        <w:rPr>
          <w:rFonts w:ascii="Arial" w:hAnsi="Arial" w:cs="Arial"/>
          <w:b/>
        </w:rPr>
      </w:pPr>
    </w:p>
    <w:sectPr w:rsidR="00D11938" w:rsidRPr="00D11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38"/>
    <w:rsid w:val="005464C9"/>
    <w:rsid w:val="00654C46"/>
    <w:rsid w:val="00C452FC"/>
    <w:rsid w:val="00D1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84917C6D.dotm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SHARMAN</dc:creator>
  <cp:lastModifiedBy>MICHAELA SHARMAN</cp:lastModifiedBy>
  <cp:revision>2</cp:revision>
  <dcterms:created xsi:type="dcterms:W3CDTF">2012-10-04T11:54:00Z</dcterms:created>
  <dcterms:modified xsi:type="dcterms:W3CDTF">2012-10-04T12:05:00Z</dcterms:modified>
</cp:coreProperties>
</file>