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3436"/>
        <w:tblW w:w="5007" w:type="pct"/>
        <w:tblLook w:val="04A0" w:firstRow="1" w:lastRow="0" w:firstColumn="1" w:lastColumn="0" w:noHBand="0" w:noVBand="1"/>
      </w:tblPr>
      <w:tblGrid>
        <w:gridCol w:w="1369"/>
        <w:gridCol w:w="1869"/>
        <w:gridCol w:w="1368"/>
        <w:gridCol w:w="1368"/>
        <w:gridCol w:w="1368"/>
        <w:gridCol w:w="1371"/>
        <w:gridCol w:w="1371"/>
        <w:gridCol w:w="1371"/>
        <w:gridCol w:w="1371"/>
        <w:gridCol w:w="1368"/>
      </w:tblGrid>
      <w:tr w:rsidR="00C807F2" w:rsidTr="00657A75">
        <w:trPr>
          <w:trHeight w:val="668"/>
        </w:trPr>
        <w:tc>
          <w:tcPr>
            <w:tcW w:w="482" w:type="pct"/>
          </w:tcPr>
          <w:p w:rsidR="00C807F2" w:rsidRPr="00EC137E" w:rsidRDefault="00EC137E" w:rsidP="00EC137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658" w:type="pct"/>
          </w:tcPr>
          <w:p w:rsidR="00C807F2" w:rsidRPr="00E86A91" w:rsidRDefault="007C1963" w:rsidP="00E86A91">
            <w:pPr>
              <w:jc w:val="center"/>
              <w:rPr>
                <w:sz w:val="32"/>
                <w:szCs w:val="32"/>
              </w:rPr>
            </w:pPr>
            <w:r w:rsidRPr="00E86A91">
              <w:rPr>
                <w:sz w:val="32"/>
                <w:szCs w:val="32"/>
              </w:rPr>
              <w:t>7</w:t>
            </w:r>
          </w:p>
        </w:tc>
        <w:tc>
          <w:tcPr>
            <w:tcW w:w="482" w:type="pct"/>
          </w:tcPr>
          <w:p w:rsidR="00C807F2" w:rsidRPr="00E86A91" w:rsidRDefault="00722254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482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482" w:type="pct"/>
          </w:tcPr>
          <w:p w:rsidR="00C807F2" w:rsidRPr="00E86A91" w:rsidRDefault="00D41472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</w:t>
            </w:r>
          </w:p>
        </w:tc>
        <w:tc>
          <w:tcPr>
            <w:tcW w:w="483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</w:t>
            </w:r>
          </w:p>
        </w:tc>
        <w:tc>
          <w:tcPr>
            <w:tcW w:w="483" w:type="pct"/>
          </w:tcPr>
          <w:p w:rsidR="00C807F2" w:rsidRPr="00E86A91" w:rsidRDefault="00D41472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  <w:tc>
          <w:tcPr>
            <w:tcW w:w="483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</w:t>
            </w:r>
          </w:p>
        </w:tc>
        <w:tc>
          <w:tcPr>
            <w:tcW w:w="483" w:type="pct"/>
          </w:tcPr>
          <w:p w:rsidR="00C807F2" w:rsidRPr="00E86A91" w:rsidRDefault="00D41472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</w:t>
            </w:r>
          </w:p>
        </w:tc>
        <w:tc>
          <w:tcPr>
            <w:tcW w:w="482" w:type="pct"/>
          </w:tcPr>
          <w:p w:rsidR="00C807F2" w:rsidRPr="00E86A91" w:rsidRDefault="00D41472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</w:t>
            </w:r>
          </w:p>
        </w:tc>
      </w:tr>
      <w:tr w:rsidR="00C807F2" w:rsidTr="00657A75">
        <w:trPr>
          <w:trHeight w:val="631"/>
        </w:trPr>
        <w:tc>
          <w:tcPr>
            <w:tcW w:w="482" w:type="pct"/>
          </w:tcPr>
          <w:p w:rsidR="00C807F2" w:rsidRPr="00E86A91" w:rsidRDefault="007C1963" w:rsidP="00E86A91">
            <w:pPr>
              <w:jc w:val="center"/>
              <w:rPr>
                <w:sz w:val="32"/>
                <w:szCs w:val="32"/>
              </w:rPr>
            </w:pPr>
            <w:r w:rsidRPr="00E86A91">
              <w:rPr>
                <w:sz w:val="32"/>
                <w:szCs w:val="32"/>
              </w:rPr>
              <w:t>21</w:t>
            </w:r>
          </w:p>
        </w:tc>
        <w:tc>
          <w:tcPr>
            <w:tcW w:w="658" w:type="pct"/>
          </w:tcPr>
          <w:p w:rsidR="00E86A91" w:rsidRPr="00E86A91" w:rsidRDefault="00E86A91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482" w:type="pct"/>
          </w:tcPr>
          <w:p w:rsidR="00C807F2" w:rsidRPr="00E86A91" w:rsidRDefault="00722254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482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</w:t>
            </w:r>
          </w:p>
        </w:tc>
        <w:tc>
          <w:tcPr>
            <w:tcW w:w="482" w:type="pct"/>
          </w:tcPr>
          <w:p w:rsidR="00C807F2" w:rsidRPr="00E86A91" w:rsidRDefault="00D41472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</w:t>
            </w:r>
          </w:p>
        </w:tc>
        <w:tc>
          <w:tcPr>
            <w:tcW w:w="483" w:type="pct"/>
          </w:tcPr>
          <w:p w:rsidR="00C807F2" w:rsidRPr="00E86A91" w:rsidRDefault="00D41472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</w:t>
            </w:r>
          </w:p>
        </w:tc>
        <w:tc>
          <w:tcPr>
            <w:tcW w:w="483" w:type="pct"/>
          </w:tcPr>
          <w:p w:rsidR="00C807F2" w:rsidRPr="00E86A91" w:rsidRDefault="00B93B1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</w:t>
            </w:r>
          </w:p>
        </w:tc>
        <w:tc>
          <w:tcPr>
            <w:tcW w:w="483" w:type="pct"/>
          </w:tcPr>
          <w:p w:rsidR="00C807F2" w:rsidRPr="00E86A91" w:rsidRDefault="00B93B1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</w:t>
            </w:r>
          </w:p>
        </w:tc>
        <w:tc>
          <w:tcPr>
            <w:tcW w:w="483" w:type="pct"/>
          </w:tcPr>
          <w:p w:rsidR="00C807F2" w:rsidRPr="00E86A91" w:rsidRDefault="00D41472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482" w:type="pct"/>
          </w:tcPr>
          <w:p w:rsidR="00C807F2" w:rsidRPr="00E86A91" w:rsidRDefault="00B93B1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117</w:t>
            </w:r>
          </w:p>
        </w:tc>
      </w:tr>
      <w:tr w:rsidR="00C807F2" w:rsidTr="00657A75">
        <w:trPr>
          <w:trHeight w:val="668"/>
        </w:trPr>
        <w:tc>
          <w:tcPr>
            <w:tcW w:w="482" w:type="pct"/>
          </w:tcPr>
          <w:p w:rsidR="00C807F2" w:rsidRPr="00E86A91" w:rsidRDefault="00A60D7D" w:rsidP="0083705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658" w:type="pct"/>
          </w:tcPr>
          <w:p w:rsidR="00C807F2" w:rsidRPr="00E86A91" w:rsidRDefault="00E86A91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482" w:type="pct"/>
          </w:tcPr>
          <w:p w:rsidR="00C807F2" w:rsidRPr="00E86A91" w:rsidRDefault="00A60D7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  <w:tc>
          <w:tcPr>
            <w:tcW w:w="482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482" w:type="pct"/>
          </w:tcPr>
          <w:p w:rsidR="00C807F2" w:rsidRPr="00E86A91" w:rsidRDefault="00B93B1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</w:t>
            </w:r>
          </w:p>
        </w:tc>
        <w:tc>
          <w:tcPr>
            <w:tcW w:w="483" w:type="pct"/>
          </w:tcPr>
          <w:p w:rsidR="00C807F2" w:rsidRPr="00E86A91" w:rsidRDefault="00D41472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</w:t>
            </w:r>
          </w:p>
        </w:tc>
        <w:tc>
          <w:tcPr>
            <w:tcW w:w="483" w:type="pct"/>
          </w:tcPr>
          <w:p w:rsidR="00C807F2" w:rsidRPr="00E86A91" w:rsidRDefault="00B93B1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</w:t>
            </w:r>
          </w:p>
        </w:tc>
        <w:tc>
          <w:tcPr>
            <w:tcW w:w="483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</w:t>
            </w:r>
          </w:p>
        </w:tc>
        <w:tc>
          <w:tcPr>
            <w:tcW w:w="483" w:type="pct"/>
          </w:tcPr>
          <w:p w:rsidR="00C807F2" w:rsidRPr="00E86A91" w:rsidRDefault="004D40B7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</w:t>
            </w:r>
          </w:p>
        </w:tc>
        <w:tc>
          <w:tcPr>
            <w:tcW w:w="482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</w:tr>
      <w:tr w:rsidR="00C807F2" w:rsidTr="00657A75">
        <w:trPr>
          <w:trHeight w:val="631"/>
        </w:trPr>
        <w:tc>
          <w:tcPr>
            <w:tcW w:w="482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658" w:type="pct"/>
          </w:tcPr>
          <w:p w:rsidR="00C807F2" w:rsidRPr="00E86A91" w:rsidRDefault="008C0DD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</w:t>
            </w:r>
          </w:p>
        </w:tc>
        <w:tc>
          <w:tcPr>
            <w:tcW w:w="482" w:type="pct"/>
          </w:tcPr>
          <w:p w:rsidR="00C807F2" w:rsidRPr="00E86A91" w:rsidRDefault="008B3E7A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</w:t>
            </w:r>
          </w:p>
        </w:tc>
        <w:tc>
          <w:tcPr>
            <w:tcW w:w="482" w:type="pct"/>
          </w:tcPr>
          <w:p w:rsidR="00C807F2" w:rsidRPr="00E86A91" w:rsidRDefault="008C0DD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</w:t>
            </w:r>
          </w:p>
        </w:tc>
        <w:tc>
          <w:tcPr>
            <w:tcW w:w="482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</w:t>
            </w:r>
          </w:p>
        </w:tc>
        <w:tc>
          <w:tcPr>
            <w:tcW w:w="483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</w:t>
            </w:r>
          </w:p>
        </w:tc>
        <w:tc>
          <w:tcPr>
            <w:tcW w:w="483" w:type="pct"/>
          </w:tcPr>
          <w:p w:rsidR="00C807F2" w:rsidRPr="00E86A91" w:rsidRDefault="00B93B1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105</w:t>
            </w:r>
          </w:p>
        </w:tc>
        <w:tc>
          <w:tcPr>
            <w:tcW w:w="483" w:type="pct"/>
          </w:tcPr>
          <w:p w:rsidR="00C807F2" w:rsidRPr="00E86A91" w:rsidRDefault="004D40B7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</w:t>
            </w:r>
          </w:p>
        </w:tc>
        <w:tc>
          <w:tcPr>
            <w:tcW w:w="483" w:type="pct"/>
          </w:tcPr>
          <w:p w:rsidR="00C807F2" w:rsidRPr="00E86A91" w:rsidRDefault="004D40B7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</w:t>
            </w:r>
          </w:p>
        </w:tc>
        <w:tc>
          <w:tcPr>
            <w:tcW w:w="482" w:type="pct"/>
          </w:tcPr>
          <w:p w:rsidR="00C807F2" w:rsidRPr="00E86A91" w:rsidRDefault="00B93B1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</w:t>
            </w:r>
          </w:p>
        </w:tc>
      </w:tr>
      <w:tr w:rsidR="00C807F2" w:rsidTr="00657A75">
        <w:trPr>
          <w:trHeight w:val="668"/>
        </w:trPr>
        <w:tc>
          <w:tcPr>
            <w:tcW w:w="482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</w:t>
            </w:r>
          </w:p>
        </w:tc>
        <w:tc>
          <w:tcPr>
            <w:tcW w:w="658" w:type="pct"/>
          </w:tcPr>
          <w:p w:rsidR="00C807F2" w:rsidRPr="00E86A91" w:rsidRDefault="00722254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</w:t>
            </w:r>
          </w:p>
        </w:tc>
        <w:tc>
          <w:tcPr>
            <w:tcW w:w="482" w:type="pct"/>
          </w:tcPr>
          <w:p w:rsidR="00C807F2" w:rsidRPr="00E86A91" w:rsidRDefault="00A60D7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</w:t>
            </w:r>
          </w:p>
        </w:tc>
        <w:tc>
          <w:tcPr>
            <w:tcW w:w="482" w:type="pct"/>
          </w:tcPr>
          <w:p w:rsidR="00C807F2" w:rsidRPr="00E86A91" w:rsidRDefault="00B93B1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</w:t>
            </w:r>
          </w:p>
        </w:tc>
        <w:tc>
          <w:tcPr>
            <w:tcW w:w="482" w:type="pct"/>
          </w:tcPr>
          <w:p w:rsidR="00C807F2" w:rsidRPr="00E86A91" w:rsidRDefault="00B93B1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  <w:tc>
          <w:tcPr>
            <w:tcW w:w="483" w:type="pct"/>
          </w:tcPr>
          <w:p w:rsidR="00C807F2" w:rsidRPr="00E86A91" w:rsidRDefault="00B93B1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</w:t>
            </w:r>
          </w:p>
        </w:tc>
        <w:tc>
          <w:tcPr>
            <w:tcW w:w="483" w:type="pct"/>
          </w:tcPr>
          <w:p w:rsidR="00C807F2" w:rsidRPr="00E86A91" w:rsidRDefault="00B93B1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</w:t>
            </w:r>
          </w:p>
        </w:tc>
        <w:tc>
          <w:tcPr>
            <w:tcW w:w="483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</w:t>
            </w:r>
          </w:p>
        </w:tc>
        <w:tc>
          <w:tcPr>
            <w:tcW w:w="483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</w:t>
            </w:r>
          </w:p>
        </w:tc>
        <w:tc>
          <w:tcPr>
            <w:tcW w:w="482" w:type="pct"/>
          </w:tcPr>
          <w:p w:rsidR="00C807F2" w:rsidRPr="00E86A91" w:rsidRDefault="00722254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</w:t>
            </w:r>
          </w:p>
        </w:tc>
      </w:tr>
      <w:tr w:rsidR="00C807F2" w:rsidTr="00657A75">
        <w:trPr>
          <w:trHeight w:val="631"/>
        </w:trPr>
        <w:tc>
          <w:tcPr>
            <w:tcW w:w="482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</w:t>
            </w:r>
          </w:p>
        </w:tc>
        <w:tc>
          <w:tcPr>
            <w:tcW w:w="658" w:type="pct"/>
          </w:tcPr>
          <w:p w:rsidR="00C807F2" w:rsidRPr="00E86A91" w:rsidRDefault="00E43A77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</w:t>
            </w:r>
          </w:p>
        </w:tc>
        <w:tc>
          <w:tcPr>
            <w:tcW w:w="482" w:type="pct"/>
          </w:tcPr>
          <w:p w:rsidR="00C807F2" w:rsidRPr="00E86A91" w:rsidRDefault="00A60D7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</w:t>
            </w:r>
          </w:p>
        </w:tc>
        <w:tc>
          <w:tcPr>
            <w:tcW w:w="482" w:type="pct"/>
          </w:tcPr>
          <w:p w:rsidR="00C807F2" w:rsidRPr="00E86A91" w:rsidRDefault="00B93B1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482" w:type="pct"/>
          </w:tcPr>
          <w:p w:rsidR="00C807F2" w:rsidRPr="00E86A91" w:rsidRDefault="00A60D7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</w:t>
            </w:r>
          </w:p>
        </w:tc>
        <w:tc>
          <w:tcPr>
            <w:tcW w:w="483" w:type="pct"/>
          </w:tcPr>
          <w:p w:rsidR="00C807F2" w:rsidRPr="00E86A91" w:rsidRDefault="00A60D7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</w:t>
            </w:r>
          </w:p>
        </w:tc>
        <w:tc>
          <w:tcPr>
            <w:tcW w:w="483" w:type="pct"/>
          </w:tcPr>
          <w:p w:rsidR="00C807F2" w:rsidRPr="00E86A91" w:rsidRDefault="00A60D7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483" w:type="pct"/>
          </w:tcPr>
          <w:p w:rsidR="00C807F2" w:rsidRPr="00E86A91" w:rsidRDefault="00E43A77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</w:t>
            </w:r>
          </w:p>
        </w:tc>
        <w:tc>
          <w:tcPr>
            <w:tcW w:w="483" w:type="pct"/>
          </w:tcPr>
          <w:p w:rsidR="00C807F2" w:rsidRPr="00E86A91" w:rsidRDefault="00E43A77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</w:t>
            </w:r>
          </w:p>
        </w:tc>
        <w:tc>
          <w:tcPr>
            <w:tcW w:w="482" w:type="pct"/>
          </w:tcPr>
          <w:p w:rsidR="00C807F2" w:rsidRPr="00E86A91" w:rsidRDefault="00E43A77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</w:t>
            </w:r>
          </w:p>
        </w:tc>
      </w:tr>
      <w:tr w:rsidR="00C807F2" w:rsidTr="00657A75">
        <w:trPr>
          <w:trHeight w:val="668"/>
        </w:trPr>
        <w:tc>
          <w:tcPr>
            <w:tcW w:w="482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</w:t>
            </w:r>
          </w:p>
        </w:tc>
        <w:tc>
          <w:tcPr>
            <w:tcW w:w="658" w:type="pct"/>
          </w:tcPr>
          <w:p w:rsidR="00C807F2" w:rsidRPr="00E86A91" w:rsidRDefault="00A60D7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</w:t>
            </w:r>
          </w:p>
        </w:tc>
        <w:tc>
          <w:tcPr>
            <w:tcW w:w="482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</w:t>
            </w:r>
          </w:p>
        </w:tc>
        <w:tc>
          <w:tcPr>
            <w:tcW w:w="482" w:type="pct"/>
          </w:tcPr>
          <w:p w:rsidR="00C807F2" w:rsidRPr="00E86A91" w:rsidRDefault="00D41472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105</w:t>
            </w:r>
          </w:p>
        </w:tc>
        <w:tc>
          <w:tcPr>
            <w:tcW w:w="482" w:type="pct"/>
          </w:tcPr>
          <w:p w:rsidR="00C807F2" w:rsidRPr="00E86A91" w:rsidRDefault="00A60D7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</w:t>
            </w:r>
          </w:p>
        </w:tc>
        <w:tc>
          <w:tcPr>
            <w:tcW w:w="483" w:type="pct"/>
          </w:tcPr>
          <w:p w:rsidR="00C807F2" w:rsidRPr="00E86A91" w:rsidRDefault="00B93B1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</w:t>
            </w:r>
          </w:p>
        </w:tc>
        <w:tc>
          <w:tcPr>
            <w:tcW w:w="483" w:type="pct"/>
          </w:tcPr>
          <w:p w:rsidR="00C807F2" w:rsidRPr="00E86A91" w:rsidRDefault="00D41472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</w:t>
            </w:r>
          </w:p>
        </w:tc>
        <w:tc>
          <w:tcPr>
            <w:tcW w:w="483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</w:t>
            </w:r>
          </w:p>
        </w:tc>
        <w:tc>
          <w:tcPr>
            <w:tcW w:w="483" w:type="pct"/>
          </w:tcPr>
          <w:p w:rsidR="00C807F2" w:rsidRPr="00E86A91" w:rsidRDefault="00E43A77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482" w:type="pct"/>
          </w:tcPr>
          <w:p w:rsidR="00C807F2" w:rsidRPr="00E86A91" w:rsidRDefault="00E43A77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</w:tr>
      <w:tr w:rsidR="00C807F2" w:rsidTr="00657A75">
        <w:trPr>
          <w:trHeight w:val="668"/>
        </w:trPr>
        <w:tc>
          <w:tcPr>
            <w:tcW w:w="482" w:type="pct"/>
          </w:tcPr>
          <w:p w:rsidR="00C807F2" w:rsidRPr="00E86A91" w:rsidRDefault="00B93B1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</w:t>
            </w:r>
          </w:p>
        </w:tc>
        <w:tc>
          <w:tcPr>
            <w:tcW w:w="658" w:type="pct"/>
          </w:tcPr>
          <w:p w:rsidR="00C807F2" w:rsidRPr="00E86A91" w:rsidRDefault="00A60D7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107</w:t>
            </w:r>
          </w:p>
        </w:tc>
        <w:tc>
          <w:tcPr>
            <w:tcW w:w="482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</w:t>
            </w:r>
          </w:p>
        </w:tc>
        <w:tc>
          <w:tcPr>
            <w:tcW w:w="482" w:type="pct"/>
          </w:tcPr>
          <w:p w:rsidR="00C807F2" w:rsidRPr="00E86A91" w:rsidRDefault="00D41472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</w:t>
            </w:r>
          </w:p>
        </w:tc>
        <w:tc>
          <w:tcPr>
            <w:tcW w:w="482" w:type="pct"/>
          </w:tcPr>
          <w:p w:rsidR="00C807F2" w:rsidRPr="00E86A91" w:rsidRDefault="00A60D7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113</w:t>
            </w:r>
          </w:p>
        </w:tc>
        <w:tc>
          <w:tcPr>
            <w:tcW w:w="483" w:type="pct"/>
          </w:tcPr>
          <w:p w:rsidR="00C807F2" w:rsidRPr="00E86A91" w:rsidRDefault="00D41472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111</w:t>
            </w:r>
          </w:p>
        </w:tc>
        <w:tc>
          <w:tcPr>
            <w:tcW w:w="483" w:type="pct"/>
          </w:tcPr>
          <w:p w:rsidR="00C807F2" w:rsidRPr="00E86A91" w:rsidRDefault="004D40B7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</w:t>
            </w:r>
          </w:p>
        </w:tc>
        <w:tc>
          <w:tcPr>
            <w:tcW w:w="483" w:type="pct"/>
          </w:tcPr>
          <w:p w:rsidR="00C807F2" w:rsidRPr="00E86A91" w:rsidRDefault="00D41472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</w:t>
            </w:r>
          </w:p>
        </w:tc>
        <w:tc>
          <w:tcPr>
            <w:tcW w:w="483" w:type="pct"/>
          </w:tcPr>
          <w:p w:rsidR="00C807F2" w:rsidRPr="00E86A91" w:rsidRDefault="00E43A77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</w:t>
            </w:r>
          </w:p>
        </w:tc>
        <w:tc>
          <w:tcPr>
            <w:tcW w:w="482" w:type="pct"/>
          </w:tcPr>
          <w:p w:rsidR="00C807F2" w:rsidRPr="00E86A91" w:rsidRDefault="00E43A77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</w:t>
            </w:r>
          </w:p>
        </w:tc>
      </w:tr>
      <w:tr w:rsidR="00C807F2" w:rsidTr="00657A75">
        <w:trPr>
          <w:trHeight w:val="631"/>
        </w:trPr>
        <w:tc>
          <w:tcPr>
            <w:tcW w:w="482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</w:t>
            </w:r>
          </w:p>
        </w:tc>
        <w:tc>
          <w:tcPr>
            <w:tcW w:w="658" w:type="pct"/>
          </w:tcPr>
          <w:p w:rsidR="00C807F2" w:rsidRPr="00E86A91" w:rsidRDefault="00A60D7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</w:t>
            </w:r>
          </w:p>
        </w:tc>
        <w:tc>
          <w:tcPr>
            <w:tcW w:w="482" w:type="pct"/>
          </w:tcPr>
          <w:p w:rsidR="00C807F2" w:rsidRPr="00E86A91" w:rsidRDefault="00A60D7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</w:t>
            </w:r>
          </w:p>
        </w:tc>
        <w:tc>
          <w:tcPr>
            <w:tcW w:w="482" w:type="pct"/>
          </w:tcPr>
          <w:p w:rsidR="00C807F2" w:rsidRPr="00E86A91" w:rsidRDefault="00A60D7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101</w:t>
            </w:r>
          </w:p>
        </w:tc>
        <w:tc>
          <w:tcPr>
            <w:tcW w:w="482" w:type="pct"/>
          </w:tcPr>
          <w:p w:rsidR="00C807F2" w:rsidRPr="00E86A91" w:rsidRDefault="00A60D7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</w:t>
            </w:r>
          </w:p>
        </w:tc>
        <w:tc>
          <w:tcPr>
            <w:tcW w:w="483" w:type="pct"/>
          </w:tcPr>
          <w:p w:rsidR="00C807F2" w:rsidRPr="00E86A91" w:rsidRDefault="00B93B1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483" w:type="pct"/>
          </w:tcPr>
          <w:p w:rsidR="00C807F2" w:rsidRPr="00E86A91" w:rsidRDefault="004D40B7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  <w:tc>
          <w:tcPr>
            <w:tcW w:w="483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</w:t>
            </w:r>
          </w:p>
        </w:tc>
        <w:tc>
          <w:tcPr>
            <w:tcW w:w="483" w:type="pct"/>
          </w:tcPr>
          <w:p w:rsidR="00C807F2" w:rsidRPr="00E86A91" w:rsidRDefault="00E43A77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109</w:t>
            </w:r>
          </w:p>
        </w:tc>
        <w:tc>
          <w:tcPr>
            <w:tcW w:w="482" w:type="pct"/>
          </w:tcPr>
          <w:p w:rsidR="00C807F2" w:rsidRPr="00E86A91" w:rsidRDefault="00E43A77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133</w:t>
            </w:r>
          </w:p>
        </w:tc>
      </w:tr>
      <w:tr w:rsidR="00C807F2" w:rsidTr="00657A75">
        <w:trPr>
          <w:trHeight w:val="668"/>
        </w:trPr>
        <w:tc>
          <w:tcPr>
            <w:tcW w:w="482" w:type="pct"/>
          </w:tcPr>
          <w:p w:rsidR="00C807F2" w:rsidRPr="00E86A91" w:rsidRDefault="00D41472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</w:t>
            </w:r>
          </w:p>
        </w:tc>
        <w:tc>
          <w:tcPr>
            <w:tcW w:w="658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482" w:type="pct"/>
          </w:tcPr>
          <w:p w:rsidR="00C807F2" w:rsidRPr="00E86A91" w:rsidRDefault="00D41472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</w:t>
            </w:r>
          </w:p>
        </w:tc>
        <w:tc>
          <w:tcPr>
            <w:tcW w:w="482" w:type="pct"/>
          </w:tcPr>
          <w:p w:rsidR="00C807F2" w:rsidRPr="00E86A91" w:rsidRDefault="009E539D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</w:t>
            </w:r>
          </w:p>
        </w:tc>
        <w:tc>
          <w:tcPr>
            <w:tcW w:w="482" w:type="pct"/>
          </w:tcPr>
          <w:p w:rsidR="00C807F2" w:rsidRPr="00E86A91" w:rsidRDefault="00B93B1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</w:t>
            </w:r>
          </w:p>
        </w:tc>
        <w:tc>
          <w:tcPr>
            <w:tcW w:w="483" w:type="pct"/>
          </w:tcPr>
          <w:p w:rsidR="00C807F2" w:rsidRPr="00E86A91" w:rsidRDefault="00B93B1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117</w:t>
            </w:r>
          </w:p>
        </w:tc>
        <w:tc>
          <w:tcPr>
            <w:tcW w:w="483" w:type="pct"/>
          </w:tcPr>
          <w:p w:rsidR="00C807F2" w:rsidRPr="00E86A91" w:rsidRDefault="00B93B1F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121</w:t>
            </w:r>
          </w:p>
        </w:tc>
        <w:tc>
          <w:tcPr>
            <w:tcW w:w="483" w:type="pct"/>
          </w:tcPr>
          <w:p w:rsidR="00C807F2" w:rsidRPr="00E86A91" w:rsidRDefault="00E43A77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111</w:t>
            </w:r>
          </w:p>
        </w:tc>
        <w:tc>
          <w:tcPr>
            <w:tcW w:w="483" w:type="pct"/>
          </w:tcPr>
          <w:p w:rsidR="00C807F2" w:rsidRPr="00E86A91" w:rsidRDefault="00E43A77" w:rsidP="00E86A9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131</w:t>
            </w:r>
          </w:p>
        </w:tc>
        <w:tc>
          <w:tcPr>
            <w:tcW w:w="482" w:type="pct"/>
          </w:tcPr>
          <w:p w:rsidR="00C807F2" w:rsidRPr="00E86A91" w:rsidRDefault="007C1963" w:rsidP="00E86A91">
            <w:pPr>
              <w:jc w:val="center"/>
              <w:rPr>
                <w:b/>
                <w:sz w:val="32"/>
                <w:szCs w:val="32"/>
              </w:rPr>
            </w:pPr>
            <w:r w:rsidRPr="00E86A91">
              <w:rPr>
                <w:b/>
                <w:sz w:val="32"/>
                <w:szCs w:val="32"/>
              </w:rPr>
              <w:t>FINISH</w:t>
            </w:r>
          </w:p>
        </w:tc>
      </w:tr>
    </w:tbl>
    <w:p w:rsidR="002E1EFD" w:rsidRDefault="001C046C" w:rsidP="00657A75">
      <w:pPr>
        <w:jc w:val="center"/>
        <w:rPr>
          <w:b/>
          <w:sz w:val="32"/>
          <w:szCs w:val="32"/>
        </w:rPr>
      </w:pPr>
      <w:r w:rsidRPr="001C046C">
        <w:rPr>
          <w:b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8F4277" wp14:editId="4BF5816F">
                <wp:simplePos x="0" y="0"/>
                <wp:positionH relativeFrom="column">
                  <wp:posOffset>1012190</wp:posOffset>
                </wp:positionH>
                <wp:positionV relativeFrom="paragraph">
                  <wp:posOffset>19050</wp:posOffset>
                </wp:positionV>
                <wp:extent cx="1209675" cy="1095375"/>
                <wp:effectExtent l="0" t="0" r="28575" b="2857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046C" w:rsidRDefault="001C046C"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  <w:lang w:val="en-GB" w:eastAsia="en-GB"/>
                              </w:rPr>
                              <w:drawing>
                                <wp:inline distT="0" distB="0" distL="0" distR="0" wp14:anchorId="52ABE566" wp14:editId="278C5DA3">
                                  <wp:extent cx="1049395" cy="981075"/>
                                  <wp:effectExtent l="0" t="0" r="0" b="0"/>
                                  <wp:docPr id="15" name="Picture 15" descr="C:\Users\steve\Pictures\rscoversmall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steve\Pictures\rscoversmall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1292" cy="9828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9.7pt;margin-top:1.5pt;width:95.25pt;height:8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">
                <v:textbox>
                  <w:txbxContent>
                    <w:p w:rsidR="001C046C" w:rsidRDefault="001C046C">
                      <w:r>
                        <w:rPr>
                          <w:b/>
                          <w:noProof/>
                          <w:sz w:val="32"/>
                          <w:szCs w:val="32"/>
                          <w:lang w:eastAsia="en-IE"/>
                        </w:rPr>
                        <w:drawing>
                          <wp:inline distT="0" distB="0" distL="0" distR="0" wp14:anchorId="52ABE566" wp14:editId="278C5DA3">
                            <wp:extent cx="1049395" cy="981075"/>
                            <wp:effectExtent l="0" t="0" r="0" b="0"/>
                            <wp:docPr id="15" name="Picture 15" descr="C:\Users\steve\Pictures\rscoversmall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steve\Pictures\rscoversmall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1292" cy="9828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57A75">
        <w:rPr>
          <w:b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6F5854" wp14:editId="2A9C6FB3">
                <wp:simplePos x="0" y="0"/>
                <wp:positionH relativeFrom="column">
                  <wp:posOffset>6727190</wp:posOffset>
                </wp:positionH>
                <wp:positionV relativeFrom="paragraph">
                  <wp:posOffset>21590</wp:posOffset>
                </wp:positionV>
                <wp:extent cx="1238250" cy="1143000"/>
                <wp:effectExtent l="0" t="0" r="19050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A75" w:rsidRDefault="001C046C"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  <w:lang w:val="en-GB" w:eastAsia="en-GB"/>
                              </w:rPr>
                              <w:drawing>
                                <wp:inline distT="0" distB="0" distL="0" distR="0" wp14:anchorId="10358F7E" wp14:editId="71CE8C4B">
                                  <wp:extent cx="1049395" cy="981075"/>
                                  <wp:effectExtent l="0" t="0" r="0" b="0"/>
                                  <wp:docPr id="12" name="Picture 12" descr="C:\Users\steve\Pictures\rscoversmall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steve\Pictures\rscoversmall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1292" cy="9828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29.7pt;margin-top:1.7pt;width:97.5pt;height:9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">
                <v:textbox>
                  <w:txbxContent>
                    <w:p w:rsidR="00657A75" w:rsidRDefault="001C046C">
                      <w:r>
                        <w:rPr>
                          <w:b/>
                          <w:noProof/>
                          <w:sz w:val="32"/>
                          <w:szCs w:val="32"/>
                          <w:lang w:eastAsia="en-IE"/>
                        </w:rPr>
                        <w:drawing>
                          <wp:inline distT="0" distB="0" distL="0" distR="0" wp14:anchorId="10358F7E" wp14:editId="71CE8C4B">
                            <wp:extent cx="1049395" cy="981075"/>
                            <wp:effectExtent l="0" t="0" r="0" b="0"/>
                            <wp:docPr id="12" name="Picture 12" descr="C:\Users\steve\Pictures\rscoversmall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steve\Pictures\rscoversmall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1292" cy="9828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C26F2" w:rsidRPr="00BE3A28">
        <w:rPr>
          <w:b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75F00E" wp14:editId="1D87349C">
                <wp:simplePos x="0" y="0"/>
                <wp:positionH relativeFrom="column">
                  <wp:posOffset>2457450</wp:posOffset>
                </wp:positionH>
                <wp:positionV relativeFrom="paragraph">
                  <wp:posOffset>247650</wp:posOffset>
                </wp:positionV>
                <wp:extent cx="4038600" cy="90487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904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137E" w:rsidRDefault="009E539D" w:rsidP="00EC137E">
                            <w:pPr>
                              <w:jc w:val="center"/>
                            </w:pPr>
                            <w:r>
                              <w:t xml:space="preserve">Trace your path through the grid. </w:t>
                            </w:r>
                            <w:r w:rsidR="00EC137E">
                              <w:t>You can only move to a cell if it is a prime number.</w:t>
                            </w:r>
                            <w:r>
                              <w:t xml:space="preserve"> </w:t>
                            </w:r>
                            <w:r w:rsidR="00EC137E">
                              <w:t xml:space="preserve">You can only </w:t>
                            </w:r>
                            <w:r>
                              <w:t xml:space="preserve">move </w:t>
                            </w:r>
                            <w:r w:rsidR="00EC137E">
                              <w:t>left, right, up or down, one cell at a time</w:t>
                            </w:r>
                            <w:r>
                              <w:t xml:space="preserve">. </w:t>
                            </w:r>
                            <w:r w:rsidR="00657A75">
                              <w:t xml:space="preserve">Start at the top left corner. </w:t>
                            </w:r>
                            <w:r w:rsidR="00EC137E">
                              <w:t>First to the finish wins!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93.5pt;margin-top:19.5pt;width:318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" filled="f" stroked="f">
                <v:textbox>
                  <w:txbxContent>
                    <w:p w:rsidR="00EC137E" w:rsidRDefault="009E539D" w:rsidP="00EC137E">
                      <w:pPr>
                        <w:jc w:val="center"/>
                      </w:pPr>
                      <w:r>
                        <w:t xml:space="preserve">Trace your path through the grid. </w:t>
                      </w:r>
                      <w:r w:rsidR="00EC137E">
                        <w:t>You can only move to a cell if it is a prime number.</w:t>
                      </w:r>
                      <w:r>
                        <w:t xml:space="preserve"> </w:t>
                      </w:r>
                      <w:r w:rsidR="00EC137E">
                        <w:t xml:space="preserve">You can only </w:t>
                      </w:r>
                      <w:r>
                        <w:t xml:space="preserve">move </w:t>
                      </w:r>
                      <w:r w:rsidR="00EC137E">
                        <w:t>left, right, up or down, one cell at a time</w:t>
                      </w:r>
                      <w:r>
                        <w:t xml:space="preserve">. </w:t>
                      </w:r>
                      <w:r w:rsidR="00657A75">
                        <w:t xml:space="preserve">Start at the top left corner. </w:t>
                      </w:r>
                      <w:r w:rsidR="00EC137E">
                        <w:t>First to the finish wins!</w:t>
                      </w:r>
                    </w:p>
                  </w:txbxContent>
                </v:textbox>
              </v:shape>
            </w:pict>
          </mc:Fallback>
        </mc:AlternateContent>
      </w:r>
      <w:r w:rsidR="00C807F2" w:rsidRPr="00C807F2">
        <w:rPr>
          <w:b/>
          <w:sz w:val="32"/>
          <w:szCs w:val="32"/>
        </w:rPr>
        <w:t>PRIME NUMBER SPACE RACE</w:t>
      </w:r>
    </w:p>
    <w:p w:rsidR="00C807F2" w:rsidRDefault="00C807F2" w:rsidP="00C807F2">
      <w:pPr>
        <w:rPr>
          <w:b/>
          <w:sz w:val="32"/>
          <w:szCs w:val="32"/>
        </w:rPr>
      </w:pPr>
      <w:r>
        <w:rPr>
          <w:b/>
          <w:sz w:val="32"/>
          <w:szCs w:val="32"/>
        </w:rPr>
        <w:t>Start</w:t>
      </w:r>
    </w:p>
    <w:p w:rsidR="00C807F2" w:rsidRPr="00C807F2" w:rsidRDefault="00BE3A28" w:rsidP="00C807F2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FA113F" wp14:editId="22749028">
                <wp:simplePos x="0" y="0"/>
                <wp:positionH relativeFrom="column">
                  <wp:posOffset>219075</wp:posOffset>
                </wp:positionH>
                <wp:positionV relativeFrom="paragraph">
                  <wp:posOffset>13970</wp:posOffset>
                </wp:positionV>
                <wp:extent cx="142875" cy="314325"/>
                <wp:effectExtent l="19050" t="0" r="28575" b="47625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3143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7" o:spid="_x0000_s1026" type="#_x0000_t67" style="position:absolute;margin-left:17.25pt;margin-top:1.1pt;width:11.2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" adj="16691" fillcolor="#4f81bd [3204]" strokecolor="#243f60 [1604]" strokeweight="2pt"/>
            </w:pict>
          </mc:Fallback>
        </mc:AlternateContent>
      </w:r>
      <w:r>
        <w:rPr>
          <w:b/>
          <w:sz w:val="32"/>
          <w:szCs w:val="32"/>
        </w:rPr>
        <w:t xml:space="preserve">       </w:t>
      </w:r>
      <w:bookmarkStart w:id="0" w:name="_GoBack"/>
      <w:bookmarkEnd w:id="0"/>
    </w:p>
    <w:sectPr w:rsidR="00C807F2" w:rsidRPr="00C807F2" w:rsidSect="00C807F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7F2"/>
    <w:rsid w:val="001C046C"/>
    <w:rsid w:val="00271E4B"/>
    <w:rsid w:val="002E1EFD"/>
    <w:rsid w:val="004D40B7"/>
    <w:rsid w:val="00657A75"/>
    <w:rsid w:val="00722254"/>
    <w:rsid w:val="007C1963"/>
    <w:rsid w:val="00807FB5"/>
    <w:rsid w:val="00837054"/>
    <w:rsid w:val="008B3E7A"/>
    <w:rsid w:val="008C0DDF"/>
    <w:rsid w:val="009E539D"/>
    <w:rsid w:val="00A60D7D"/>
    <w:rsid w:val="00AC26F2"/>
    <w:rsid w:val="00B93B1F"/>
    <w:rsid w:val="00BE3A28"/>
    <w:rsid w:val="00C807F2"/>
    <w:rsid w:val="00D41472"/>
    <w:rsid w:val="00E43A77"/>
    <w:rsid w:val="00E86A91"/>
    <w:rsid w:val="00EC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0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3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A2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C137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13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0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3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A2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C137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13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8CD4B9D2.dotm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Univesity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STEPHEN FENLON</cp:lastModifiedBy>
  <cp:revision>2</cp:revision>
  <dcterms:created xsi:type="dcterms:W3CDTF">2012-10-04T09:00:00Z</dcterms:created>
  <dcterms:modified xsi:type="dcterms:W3CDTF">2012-10-04T09:00:00Z</dcterms:modified>
</cp:coreProperties>
</file>