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C0" w:rsidRPr="005F1F32" w:rsidRDefault="003129C0" w:rsidP="003129C0">
      <w:pPr>
        <w:rPr>
          <w:rFonts w:ascii="Arial" w:hAnsi="Arial" w:cs="Arial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700"/>
        <w:gridCol w:w="1438"/>
        <w:gridCol w:w="2342"/>
        <w:gridCol w:w="1440"/>
        <w:gridCol w:w="4500"/>
      </w:tblGrid>
      <w:tr w:rsidR="00864E1D" w:rsidRPr="005F1F32" w:rsidTr="005D6724">
        <w:trPr>
          <w:trHeight w:val="789"/>
        </w:trPr>
        <w:tc>
          <w:tcPr>
            <w:tcW w:w="3060" w:type="dxa"/>
            <w:tcMar>
              <w:top w:w="28" w:type="dxa"/>
            </w:tcMar>
          </w:tcPr>
          <w:p w:rsidR="00864E1D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Unit Titl</w:t>
            </w:r>
            <w:r w:rsidR="00D00EC9">
              <w:rPr>
                <w:rFonts w:ascii="Arial" w:hAnsi="Arial" w:cs="Arial"/>
                <w:b/>
                <w:sz w:val="20"/>
              </w:rPr>
              <w:t>e</w:t>
            </w:r>
          </w:p>
          <w:p w:rsidR="00956B1C" w:rsidRPr="005F1F32" w:rsidRDefault="00956B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Special Numbers</w:t>
            </w:r>
          </w:p>
        </w:tc>
        <w:tc>
          <w:tcPr>
            <w:tcW w:w="2700" w:type="dxa"/>
            <w:tcMar>
              <w:top w:w="28" w:type="dxa"/>
            </w:tcMar>
          </w:tcPr>
          <w:p w:rsidR="004E4855" w:rsidRDefault="005D6724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Lesson Focus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5D6724" w:rsidRPr="005F1F32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</w:t>
            </w:r>
            <w:r w:rsidR="005D6724" w:rsidRPr="00760533">
              <w:rPr>
                <w:rFonts w:ascii="Arial" w:hAnsi="Arial" w:cs="Arial"/>
                <w:b/>
                <w:sz w:val="16"/>
                <w:szCs w:val="16"/>
              </w:rPr>
              <w:t>and number in sequence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864E1D" w:rsidRPr="005F1F32" w:rsidRDefault="00956B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Prime Numbers (with squares and cubes)</w:t>
            </w:r>
          </w:p>
          <w:p w:rsidR="00864E1D" w:rsidRPr="000F55BB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438" w:type="dxa"/>
            <w:tcMar>
              <w:top w:w="28" w:type="dxa"/>
            </w:tcMar>
          </w:tcPr>
          <w:p w:rsidR="00864E1D" w:rsidRPr="005F1F32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Class name/year</w:t>
            </w:r>
          </w:p>
          <w:p w:rsidR="00864E1D" w:rsidRPr="005F1F32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Mar>
              <w:top w:w="28" w:type="dxa"/>
            </w:tcMar>
          </w:tcPr>
          <w:p w:rsidR="00864E1D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Lesson date</w:t>
            </w:r>
          </w:p>
          <w:p w:rsidR="00E05FB4" w:rsidRPr="005F1F32" w:rsidRDefault="00E05FB4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Mar>
              <w:top w:w="28" w:type="dxa"/>
            </w:tcMar>
          </w:tcPr>
          <w:p w:rsidR="00864E1D" w:rsidRPr="005F1F32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Period</w:t>
            </w:r>
          </w:p>
        </w:tc>
        <w:tc>
          <w:tcPr>
            <w:tcW w:w="4500" w:type="dxa"/>
            <w:tcMar>
              <w:top w:w="28" w:type="dxa"/>
            </w:tcMar>
          </w:tcPr>
          <w:p w:rsidR="00864E1D" w:rsidRPr="00DA7097" w:rsidRDefault="00864E1D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DA7097">
              <w:rPr>
                <w:rFonts w:ascii="Arial" w:hAnsi="Arial" w:cs="Arial"/>
                <w:b/>
                <w:sz w:val="20"/>
              </w:rPr>
              <w:t>Name</w:t>
            </w:r>
          </w:p>
        </w:tc>
      </w:tr>
      <w:tr w:rsidR="004E4855" w:rsidRPr="005F1F32" w:rsidTr="009C0CFA">
        <w:trPr>
          <w:trHeight w:val="619"/>
        </w:trPr>
        <w:tc>
          <w:tcPr>
            <w:tcW w:w="15480" w:type="dxa"/>
            <w:gridSpan w:val="6"/>
            <w:tcMar>
              <w:top w:w="28" w:type="dxa"/>
            </w:tcMar>
          </w:tcPr>
          <w:p w:rsidR="004E4855" w:rsidRPr="005F1F32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5F1F32">
              <w:rPr>
                <w:rFonts w:ascii="Arial" w:hAnsi="Arial" w:cs="Arial"/>
                <w:b/>
                <w:sz w:val="20"/>
              </w:rPr>
              <w:t>Links to ta</w:t>
            </w:r>
            <w:r w:rsidR="009A4107">
              <w:rPr>
                <w:rFonts w:ascii="Arial" w:hAnsi="Arial" w:cs="Arial"/>
                <w:b/>
                <w:sz w:val="20"/>
              </w:rPr>
              <w:t>rgets identified from previous Lesson E</w:t>
            </w:r>
            <w:r w:rsidRPr="005F1F32">
              <w:rPr>
                <w:rFonts w:ascii="Arial" w:hAnsi="Arial" w:cs="Arial"/>
                <w:b/>
                <w:sz w:val="20"/>
              </w:rPr>
              <w:t>valuation and/or Weekly Review</w:t>
            </w:r>
          </w:p>
          <w:p w:rsidR="004E4855" w:rsidRPr="00DA7097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KS2 syllabus includes Prime Numbers.</w:t>
            </w:r>
          </w:p>
        </w:tc>
      </w:tr>
      <w:tr w:rsidR="004E4855" w:rsidRPr="005F1F32" w:rsidTr="00B4717C">
        <w:trPr>
          <w:trHeight w:val="1779"/>
        </w:trPr>
        <w:tc>
          <w:tcPr>
            <w:tcW w:w="7198" w:type="dxa"/>
            <w:gridSpan w:val="3"/>
            <w:tcMar>
              <w:top w:w="28" w:type="dxa"/>
            </w:tcMar>
          </w:tcPr>
          <w:p w:rsidR="004E4855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Learning Objectives</w:t>
            </w:r>
          </w:p>
          <w:p w:rsidR="004E4855" w:rsidRPr="00CD1B91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To identify and use different types of Special Numbers, as well as be able to explain what makes a Prime Number. </w:t>
            </w: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B4717C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B4717C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B4717C" w:rsidRPr="00CD1B91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4F3A22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16"/>
                <w:szCs w:val="16"/>
              </w:rPr>
            </w:pPr>
            <w:r w:rsidRPr="00B561DF">
              <w:rPr>
                <w:rFonts w:ascii="Arial" w:hAnsi="Arial" w:cs="Arial"/>
                <w:i/>
                <w:sz w:val="14"/>
                <w:szCs w:val="14"/>
              </w:rPr>
              <w:t>The ideas/concepts, skills and subject material you aim to teach</w:t>
            </w: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4E4855" w:rsidRPr="009A4107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Learning Outcomes</w:t>
            </w:r>
          </w:p>
          <w:p w:rsidR="004E4855" w:rsidRPr="00956B1C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All</w:t>
            </w:r>
            <w:r w:rsidR="00956B1C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="00B4717C">
              <w:rPr>
                <w:rFonts w:ascii="Arial" w:hAnsi="Arial" w:cs="Arial"/>
                <w:b/>
                <w:sz w:val="20"/>
              </w:rPr>
              <w:t>Explain</w:t>
            </w:r>
            <w:r w:rsidR="00956B1C">
              <w:rPr>
                <w:rFonts w:ascii="Arial" w:hAnsi="Arial" w:cs="Arial"/>
                <w:b/>
                <w:sz w:val="20"/>
              </w:rPr>
              <w:t xml:space="preserve"> different types of numbers.</w:t>
            </w:r>
          </w:p>
          <w:p w:rsidR="004E4855" w:rsidRPr="00956B1C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Most</w:t>
            </w:r>
            <w:r w:rsidR="00956B1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4717C">
              <w:rPr>
                <w:rFonts w:ascii="Arial" w:hAnsi="Arial" w:cs="Arial"/>
                <w:b/>
                <w:sz w:val="20"/>
              </w:rPr>
              <w:t>Be able to explain the difference between Prime and Composite Numbers.</w:t>
            </w:r>
          </w:p>
          <w:p w:rsidR="004E4855" w:rsidRPr="00B4717C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Few</w:t>
            </w:r>
            <w:r w:rsidR="00B4717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4717C">
              <w:rPr>
                <w:rFonts w:ascii="Arial" w:hAnsi="Arial" w:cs="Arial"/>
                <w:b/>
                <w:sz w:val="20"/>
              </w:rPr>
              <w:t>Work with all types of numbers and identify which numbers belong to which special group.</w:t>
            </w:r>
          </w:p>
          <w:p w:rsidR="004E4855" w:rsidRPr="00CD1B91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4E4855" w:rsidRPr="00F23DEE" w:rsidRDefault="004E4855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23DEE">
              <w:rPr>
                <w:rFonts w:ascii="Arial" w:hAnsi="Arial" w:cs="Arial"/>
                <w:i/>
                <w:sz w:val="14"/>
                <w:szCs w:val="14"/>
              </w:rPr>
              <w:t>What the students will have learned during the lesson</w:t>
            </w:r>
          </w:p>
        </w:tc>
      </w:tr>
      <w:tr w:rsidR="00796F1C" w:rsidRPr="005F1F32" w:rsidTr="00911B58">
        <w:trPr>
          <w:trHeight w:val="789"/>
        </w:trPr>
        <w:tc>
          <w:tcPr>
            <w:tcW w:w="7198" w:type="dxa"/>
            <w:gridSpan w:val="3"/>
            <w:vMerge w:val="restart"/>
            <w:tcMar>
              <w:top w:w="28" w:type="dxa"/>
            </w:tcMar>
          </w:tcPr>
          <w:p w:rsidR="00796F1C" w:rsidRPr="009A4107" w:rsidRDefault="0034612A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Inclusion</w:t>
            </w:r>
            <w:r w:rsidR="00796F1C" w:rsidRPr="009A4107">
              <w:rPr>
                <w:rFonts w:ascii="Arial" w:hAnsi="Arial" w:cs="Arial"/>
                <w:b/>
                <w:sz w:val="20"/>
              </w:rPr>
              <w:t xml:space="preserve"> strategies</w:t>
            </w:r>
          </w:p>
          <w:p w:rsidR="00796F1C" w:rsidRPr="00CD1B91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796F1C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 a lot of movement will be happening in the class, identify which students may have physical requirements (hearing/movement problems). </w:t>
            </w:r>
          </w:p>
          <w:p w:rsidR="00B4717C" w:rsidRPr="00CD1B91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  <w:p w:rsidR="00B4717C" w:rsidRDefault="00B4717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Differentiation; </w:t>
            </w:r>
          </w:p>
          <w:p w:rsidR="00B4717C" w:rsidRDefault="009C0CFA" w:rsidP="009C0CFA">
            <w:pPr>
              <w:pStyle w:val="BodyText"/>
              <w:numPr>
                <w:ilvl w:val="0"/>
                <w:numId w:val="28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Starter- work with pupils who struggle with reading/writing, and have a keyword sheet ready with pictures to explain the definitions.</w:t>
            </w:r>
          </w:p>
          <w:p w:rsidR="00796F1C" w:rsidRDefault="00B4717C" w:rsidP="00B4717C">
            <w:pPr>
              <w:pStyle w:val="BodyText"/>
              <w:numPr>
                <w:ilvl w:val="0"/>
                <w:numId w:val="21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Maze has 2 sheets – 1 Prime, 1 Composite. If student has finished within the time, ask student to design their own to test peers.</w:t>
            </w:r>
          </w:p>
          <w:p w:rsidR="00B4717C" w:rsidRDefault="00B4717C" w:rsidP="00B4717C">
            <w:pPr>
              <w:pStyle w:val="BodyText"/>
              <w:numPr>
                <w:ilvl w:val="0"/>
                <w:numId w:val="21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Mini murder mystery – Extension task at the end of the task. </w:t>
            </w:r>
          </w:p>
          <w:p w:rsidR="00796F1C" w:rsidRPr="006E2406" w:rsidRDefault="006E2406" w:rsidP="00796F1C">
            <w:pPr>
              <w:pStyle w:val="BodyText"/>
              <w:numPr>
                <w:ilvl w:val="0"/>
                <w:numId w:val="21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Top Trumps – Can you make the ultimate card?</w:t>
            </w:r>
          </w:p>
          <w:p w:rsidR="00CD1B91" w:rsidRPr="00CD1B91" w:rsidRDefault="00CD1B91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i/>
                <w:sz w:val="20"/>
              </w:rPr>
            </w:pPr>
          </w:p>
          <w:p w:rsidR="00796F1C" w:rsidRPr="00F23DEE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F23DEE">
              <w:rPr>
                <w:rFonts w:ascii="Arial" w:hAnsi="Arial" w:cs="Arial"/>
                <w:i/>
                <w:sz w:val="14"/>
                <w:szCs w:val="14"/>
              </w:rPr>
              <w:t xml:space="preserve">Groups or individuals with specific needs (initials only),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F23DEE">
              <w:rPr>
                <w:rFonts w:ascii="Arial" w:hAnsi="Arial" w:cs="Arial"/>
                <w:i/>
                <w:sz w:val="14"/>
                <w:szCs w:val="14"/>
              </w:rPr>
              <w:t>ifferentiation, TA deployment</w:t>
            </w: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Health and safety</w:t>
            </w:r>
            <w:r w:rsidR="004C01EF">
              <w:rPr>
                <w:rFonts w:ascii="Arial" w:hAnsi="Arial" w:cs="Arial"/>
                <w:b/>
                <w:sz w:val="20"/>
              </w:rPr>
              <w:t xml:space="preserve"> and wellbeing</w:t>
            </w:r>
          </w:p>
          <w:p w:rsidR="007448BB" w:rsidRDefault="007448BB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lot of movement, </w:t>
            </w:r>
            <w:bookmarkStart w:id="0" w:name="_GoBack"/>
            <w:bookmarkEnd w:id="0"/>
            <w:r w:rsidR="006E2406">
              <w:rPr>
                <w:rFonts w:ascii="Arial" w:hAnsi="Arial" w:cs="Arial"/>
                <w:sz w:val="20"/>
              </w:rPr>
              <w:t>ensure tables are spaced well apart with easy access.</w:t>
            </w:r>
          </w:p>
          <w:p w:rsidR="00796F1C" w:rsidRPr="009A4107" w:rsidRDefault="007448BB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Murder mystery task includes murder, take care in case of special cases in class.</w:t>
            </w:r>
            <w:r w:rsidR="006E2406">
              <w:rPr>
                <w:rFonts w:ascii="Arial" w:hAnsi="Arial" w:cs="Arial"/>
                <w:sz w:val="20"/>
              </w:rPr>
              <w:t xml:space="preserve"> </w:t>
            </w:r>
          </w:p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</w:tc>
      </w:tr>
      <w:tr w:rsidR="00796F1C" w:rsidRPr="005F1F32" w:rsidTr="00796F1C">
        <w:trPr>
          <w:trHeight w:val="800"/>
        </w:trPr>
        <w:tc>
          <w:tcPr>
            <w:tcW w:w="7198" w:type="dxa"/>
            <w:gridSpan w:val="3"/>
            <w:vMerge/>
            <w:tcMar>
              <w:top w:w="28" w:type="dxa"/>
            </w:tcMar>
          </w:tcPr>
          <w:p w:rsidR="00796F1C" w:rsidRPr="005F1F32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82" w:type="dxa"/>
            <w:gridSpan w:val="3"/>
            <w:tcMar>
              <w:top w:w="28" w:type="dxa"/>
            </w:tcMar>
          </w:tcPr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  <w:r w:rsidRPr="009A4107">
              <w:rPr>
                <w:rFonts w:ascii="Arial" w:hAnsi="Arial" w:cs="Arial"/>
                <w:b/>
                <w:sz w:val="20"/>
              </w:rPr>
              <w:t>Resources checklist</w:t>
            </w:r>
          </w:p>
          <w:p w:rsidR="00796F1C" w:rsidRDefault="006E2406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1-100 grid for starter.</w:t>
            </w:r>
          </w:p>
          <w:p w:rsidR="006E2406" w:rsidRDefault="006E2406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Mini Murder mystery laminated card.</w:t>
            </w:r>
          </w:p>
          <w:p w:rsidR="006E2406" w:rsidRDefault="006E2406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Top Trump Cards.</w:t>
            </w:r>
          </w:p>
          <w:p w:rsidR="006E2406" w:rsidRDefault="006E2406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Prime Number Maze sheets.</w:t>
            </w:r>
          </w:p>
          <w:p w:rsidR="006E2406" w:rsidRDefault="006E2406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Pens and Paper for extension tasks.</w:t>
            </w:r>
          </w:p>
          <w:p w:rsidR="009C0CFA" w:rsidRDefault="009C0CFA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Keywords sheet for pupils who struggle with reading/writing.</w:t>
            </w:r>
          </w:p>
          <w:p w:rsidR="009C0CFA" w:rsidRPr="009A4107" w:rsidRDefault="009C0CFA" w:rsidP="006E2406">
            <w:pPr>
              <w:pStyle w:val="BodyText"/>
              <w:numPr>
                <w:ilvl w:val="0"/>
                <w:numId w:val="22"/>
              </w:numPr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Each table has an instruction sheet.</w:t>
            </w:r>
          </w:p>
          <w:p w:rsidR="00796F1C" w:rsidRPr="009A410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796F1C" w:rsidRDefault="00796F1C" w:rsidP="00796F1C"/>
    <w:p w:rsidR="00796F1C" w:rsidRDefault="00796F1C" w:rsidP="00796F1C"/>
    <w:p w:rsidR="00796F1C" w:rsidRDefault="00796F1C" w:rsidP="00796F1C"/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600"/>
        <w:gridCol w:w="3600"/>
        <w:gridCol w:w="3600"/>
        <w:gridCol w:w="3600"/>
      </w:tblGrid>
      <w:tr w:rsidR="00796F1C" w:rsidRPr="005F1F32" w:rsidTr="009A4107">
        <w:trPr>
          <w:trHeight w:val="789"/>
        </w:trPr>
        <w:tc>
          <w:tcPr>
            <w:tcW w:w="108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t>Learning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  <w:r w:rsidRPr="009A4107">
              <w:rPr>
                <w:rFonts w:ascii="Arial" w:hAnsi="Arial" w:cs="Arial"/>
                <w:b/>
              </w:rPr>
              <w:t>Management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  <w:r w:rsidRPr="009A4107">
              <w:rPr>
                <w:rFonts w:ascii="Arial" w:hAnsi="Arial" w:cs="Arial"/>
                <w:sz w:val="20"/>
              </w:rPr>
              <w:t>Differentiation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  <w:r w:rsidRPr="009A4107">
              <w:rPr>
                <w:rFonts w:ascii="Arial" w:hAnsi="Arial" w:cs="Arial"/>
                <w:sz w:val="20"/>
              </w:rPr>
              <w:t>Assessment for Learning</w:t>
            </w:r>
          </w:p>
          <w:p w:rsidR="00796F1C" w:rsidRPr="009A4107" w:rsidRDefault="00796F1C" w:rsidP="009A4107">
            <w:pPr>
              <w:pStyle w:val="Heading4"/>
              <w:rPr>
                <w:rFonts w:ascii="Arial" w:hAnsi="Arial" w:cs="Arial"/>
                <w:sz w:val="20"/>
              </w:rPr>
            </w:pPr>
          </w:p>
          <w:p w:rsidR="00796F1C" w:rsidRPr="009A4107" w:rsidRDefault="00796F1C" w:rsidP="009A4107">
            <w:pPr>
              <w:rPr>
                <w:rFonts w:ascii="Arial" w:hAnsi="Arial" w:cs="Arial"/>
                <w:b/>
              </w:rPr>
            </w:pPr>
          </w:p>
        </w:tc>
      </w:tr>
      <w:tr w:rsidR="00796F1C" w:rsidRPr="005F1F32" w:rsidTr="00796F1C">
        <w:trPr>
          <w:trHeight w:val="789"/>
        </w:trPr>
        <w:tc>
          <w:tcPr>
            <w:tcW w:w="1080" w:type="dxa"/>
            <w:tcMar>
              <w:top w:w="28" w:type="dxa"/>
            </w:tcMar>
          </w:tcPr>
          <w:p w:rsidR="00796F1C" w:rsidRPr="00B440AB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What do we want the pupils to learn?</w:t>
            </w:r>
          </w:p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For each task what are the main learning points (skills, Knowledge, understanding)?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How will I organise the class and resources? What key instructions are needed? What will the class be doing?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For the main tasks, how will I adapt the task to make sure that all pupils are challenged?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4E4855" w:rsidRDefault="00796F1C" w:rsidP="00796F1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E4855">
              <w:rPr>
                <w:rFonts w:ascii="Arial" w:hAnsi="Arial" w:cs="Arial"/>
                <w:i/>
                <w:sz w:val="16"/>
                <w:szCs w:val="16"/>
              </w:rPr>
              <w:t>How do I know if they have learnt? What strategies will I use to check this?</w:t>
            </w:r>
          </w:p>
          <w:p w:rsidR="00796F1C" w:rsidRPr="004E4855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796F1C" w:rsidRPr="00B440AB" w:rsidRDefault="00796F1C" w:rsidP="00796F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96F1C" w:rsidRPr="005F1F32" w:rsidTr="00401612">
        <w:trPr>
          <w:trHeight w:val="546"/>
        </w:trPr>
        <w:tc>
          <w:tcPr>
            <w:tcW w:w="1080" w:type="dxa"/>
            <w:tcMar>
              <w:top w:w="28" w:type="dxa"/>
            </w:tcMar>
          </w:tcPr>
          <w:p w:rsidR="00796F1C" w:rsidRPr="006E2406" w:rsidRDefault="006E2406" w:rsidP="006E24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3600" w:type="dxa"/>
            <w:tcMar>
              <w:top w:w="28" w:type="dxa"/>
            </w:tcMar>
          </w:tcPr>
          <w:p w:rsidR="00796F1C" w:rsidRPr="006E2406" w:rsidRDefault="006E2406" w:rsidP="006E2406">
            <w:pPr>
              <w:rPr>
                <w:rFonts w:ascii="Arial" w:hAnsi="Arial" w:cs="Arial"/>
              </w:rPr>
            </w:pPr>
            <w:r w:rsidRPr="006E240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6E2406">
              <w:rPr>
                <w:rFonts w:ascii="Arial" w:hAnsi="Arial" w:cs="Arial"/>
              </w:rPr>
              <w:t>The pupils will recap/learn the prime numbers up to 100, by identifying all the composite numbers in the shading task.</w:t>
            </w:r>
          </w:p>
          <w:p w:rsidR="006E2406" w:rsidRDefault="006E2406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From here an open discussion will lead to what are the numbers left? What do they have in common and what are they called.</w:t>
            </w:r>
          </w:p>
          <w:p w:rsidR="006E2406" w:rsidRDefault="006E2406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From here a brief recap on square numbers and cube numbers to set the pupils up for the following tasks. </w:t>
            </w:r>
          </w:p>
          <w:p w:rsidR="006E2406" w:rsidRPr="00CD1B91" w:rsidRDefault="006E2406" w:rsidP="00796F1C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top w:w="28" w:type="dxa"/>
            </w:tcMar>
          </w:tcPr>
          <w:p w:rsidR="00796F1C" w:rsidRDefault="006E2406" w:rsidP="006E2406">
            <w:pPr>
              <w:rPr>
                <w:rFonts w:ascii="Arial" w:hAnsi="Arial" w:cs="Arial"/>
              </w:rPr>
            </w:pPr>
            <w:r w:rsidRPr="006E240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Instructions are on the 1-100 grid, with colouring pencils being placed on table for shading. </w:t>
            </w:r>
          </w:p>
          <w:p w:rsidR="006E2406" w:rsidRDefault="006E2406" w:rsidP="006E24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After discussion on Prime Numbers and other Special Numbers definitions written on board for pupils to write in their Keywords book for future reference. </w:t>
            </w:r>
          </w:p>
          <w:p w:rsidR="009C0CFA" w:rsidRPr="006E2406" w:rsidRDefault="009C0CFA" w:rsidP="006E24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Keep keywords on board for activities. 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9D37CC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If pupil’s complete</w:t>
            </w:r>
            <w:r w:rsidR="0054166B">
              <w:rPr>
                <w:rFonts w:ascii="Arial" w:hAnsi="Arial" w:cs="Arial"/>
              </w:rPr>
              <w:t xml:space="preserve"> activity quickly</w:t>
            </w:r>
            <w:r w:rsidR="009C0CFA">
              <w:rPr>
                <w:rFonts w:ascii="Arial" w:hAnsi="Arial" w:cs="Arial"/>
              </w:rPr>
              <w:t>, ask them to discuss with partner what numbers are left, and what the differences are.</w:t>
            </w:r>
          </w:p>
          <w:p w:rsidR="009C0CFA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For pupils who have reading difficulties work through the task with them to begin with, so they can see what they’re doing.</w:t>
            </w:r>
          </w:p>
          <w:p w:rsidR="009C0CFA" w:rsidRPr="00CD1B91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If these pupils will struggle to write keywords then have some sheets with the definition wrote on for them to stick in book.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Q&amp;A for what they can see on the grid. </w:t>
            </w:r>
          </w:p>
          <w:p w:rsidR="009C0CFA" w:rsidRPr="00CD1B91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Ask students to identify a Square or Cube number.</w:t>
            </w:r>
          </w:p>
        </w:tc>
      </w:tr>
      <w:tr w:rsidR="00796F1C" w:rsidRPr="005F1F32" w:rsidTr="00401612">
        <w:trPr>
          <w:trHeight w:val="498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45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3600" w:type="dxa"/>
            <w:tcMar>
              <w:top w:w="28" w:type="dxa"/>
            </w:tcMar>
          </w:tcPr>
          <w:p w:rsidR="00796F1C" w:rsidRDefault="009C0CFA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Workstations.</w:t>
            </w:r>
          </w:p>
          <w:p w:rsidR="009C0CFA" w:rsidRDefault="009C0CFA" w:rsidP="009C0CFA">
            <w:pPr>
              <w:rPr>
                <w:rFonts w:ascii="Arial" w:hAnsi="Arial" w:cs="Arial"/>
              </w:rPr>
            </w:pPr>
            <w:r w:rsidRPr="009C0CFA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3 different tables set up for different learners. </w:t>
            </w:r>
          </w:p>
          <w:p w:rsidR="009C0CFA" w:rsidRDefault="009C0CFA" w:rsidP="009C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-Table 1 – Focus on Maze’s. Can you tell the difference between Prime and Composite Numbers? If students manage these 2 tasks let them play Top Trumps.</w:t>
            </w:r>
          </w:p>
          <w:p w:rsidR="009C0CFA" w:rsidRDefault="009C0CFA" w:rsidP="009C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Table 2 – Start with Maze’s. After this set up with murder mystery. </w:t>
            </w:r>
          </w:p>
          <w:p w:rsidR="0054166B" w:rsidRDefault="0054166B" w:rsidP="009C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Table 3 – Murder Mystery task, if </w:t>
            </w:r>
            <w:r>
              <w:rPr>
                <w:rFonts w:ascii="Arial" w:hAnsi="Arial" w:cs="Arial"/>
              </w:rPr>
              <w:lastRenderedPageBreak/>
              <w:t xml:space="preserve">extension is finished then go on to Top Trumps. </w:t>
            </w:r>
          </w:p>
          <w:p w:rsidR="0054166B" w:rsidRPr="009C0CFA" w:rsidRDefault="0054166B" w:rsidP="009C0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 learning points is to identify the Prime Numbers, (</w:t>
            </w:r>
            <w:proofErr w:type="spellStart"/>
            <w:r>
              <w:rPr>
                <w:rFonts w:ascii="Arial" w:hAnsi="Arial" w:cs="Arial"/>
              </w:rPr>
              <w:t>inc</w:t>
            </w:r>
            <w:proofErr w:type="spellEnd"/>
            <w:r>
              <w:rPr>
                <w:rFonts w:ascii="Arial" w:hAnsi="Arial" w:cs="Arial"/>
              </w:rPr>
              <w:t xml:space="preserve"> Special Numbers) and to be able to use them in tasks.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54166B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 Table packs, with resources and instruction sheet.</w:t>
            </w:r>
          </w:p>
          <w:p w:rsidR="008A5281" w:rsidRDefault="008A5281" w:rsidP="00796F1C">
            <w:pPr>
              <w:rPr>
                <w:rFonts w:ascii="Arial" w:hAnsi="Arial" w:cs="Arial"/>
              </w:rPr>
            </w:pPr>
          </w:p>
          <w:p w:rsidR="0054166B" w:rsidRPr="00CD1B91" w:rsidRDefault="0054166B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 will be working in their groups on the activities with teacher encouraging open discussion</w:t>
            </w:r>
            <w:r w:rsidR="008A5281">
              <w:rPr>
                <w:rFonts w:ascii="Arial" w:hAnsi="Arial" w:cs="Arial"/>
              </w:rPr>
              <w:t xml:space="preserve"> between them. 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5C01CE" w:rsidP="005C01CE">
            <w:pPr>
              <w:rPr>
                <w:rFonts w:ascii="Arial" w:hAnsi="Arial" w:cs="Arial"/>
              </w:rPr>
            </w:pPr>
            <w:r w:rsidRPr="005C01C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Packs are ability based, (Table 1 low, 2 mid , 3 high) </w:t>
            </w:r>
          </w:p>
          <w:p w:rsidR="005C01CE" w:rsidRDefault="005C01CE" w:rsidP="005C01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-Extension for table 1 – Top Trumps or design their own maze.</w:t>
            </w:r>
          </w:p>
          <w:p w:rsidR="005C01CE" w:rsidRDefault="005C01CE" w:rsidP="005C01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Extension for table 2 – Make their own maze, or extension task on murder mystery sheet.</w:t>
            </w:r>
          </w:p>
          <w:p w:rsidR="005C01CE" w:rsidRPr="005C01CE" w:rsidRDefault="005C01CE" w:rsidP="005C01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Extension for table 3 – If extension on </w:t>
            </w:r>
            <w:proofErr w:type="spellStart"/>
            <w:r>
              <w:rPr>
                <w:rFonts w:ascii="Arial" w:hAnsi="Arial" w:cs="Arial"/>
              </w:rPr>
              <w:t>muder</w:t>
            </w:r>
            <w:proofErr w:type="spellEnd"/>
            <w:r>
              <w:rPr>
                <w:rFonts w:ascii="Arial" w:hAnsi="Arial" w:cs="Arial"/>
              </w:rPr>
              <w:t xml:space="preserve"> mystery is complete, ask them to design their own ultimate top trumps card.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If they have managed to reach the goal (</w:t>
            </w:r>
            <w:proofErr w:type="spellStart"/>
            <w:r>
              <w:rPr>
                <w:rFonts w:ascii="Arial" w:hAnsi="Arial" w:cs="Arial"/>
              </w:rPr>
              <w:t>i.e</w:t>
            </w:r>
            <w:proofErr w:type="spellEnd"/>
            <w:r>
              <w:rPr>
                <w:rFonts w:ascii="Arial" w:hAnsi="Arial" w:cs="Arial"/>
              </w:rPr>
              <w:t xml:space="preserve"> complete maze or murder mystery) then they have encompassed all the objectives. </w:t>
            </w:r>
          </w:p>
          <w:p w:rsidR="005C01CE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If they get onto the extension tasks in which they must design their own students will have transferred knowledge into their own creation.</w:t>
            </w:r>
          </w:p>
          <w:p w:rsidR="005C01CE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If a pupil on the table is struggling, get peers to explain to show understanding.</w:t>
            </w:r>
          </w:p>
        </w:tc>
      </w:tr>
      <w:tr w:rsidR="00796F1C" w:rsidRPr="005F1F32" w:rsidTr="00401612">
        <w:trPr>
          <w:trHeight w:val="513"/>
        </w:trPr>
        <w:tc>
          <w:tcPr>
            <w:tcW w:w="1080" w:type="dxa"/>
            <w:tcMar>
              <w:top w:w="28" w:type="dxa"/>
            </w:tcMar>
          </w:tcPr>
          <w:p w:rsidR="00796F1C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5 </w:t>
            </w:r>
            <w:proofErr w:type="spellStart"/>
            <w:r>
              <w:rPr>
                <w:rFonts w:ascii="Arial" w:hAnsi="Arial" w:cs="Arial"/>
              </w:rPr>
              <w:t>mins</w:t>
            </w:r>
            <w:proofErr w:type="spellEnd"/>
          </w:p>
        </w:tc>
        <w:tc>
          <w:tcPr>
            <w:tcW w:w="3600" w:type="dxa"/>
            <w:tcMar>
              <w:top w:w="28" w:type="dxa"/>
            </w:tcMar>
          </w:tcPr>
          <w:p w:rsidR="00796F1C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have we learnt today?</w:t>
            </w:r>
          </w:p>
          <w:p w:rsidR="005C01CE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Each pupil is asked to write down one key thing they have learnt today. 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minutes to think of something they’ve learnt, then teacher picks 2 or 3 pupils to tell them what they’ve learnt.</w:t>
            </w:r>
          </w:p>
          <w:p w:rsidR="005C01CE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Collaborate with objectives to show students what they’ve achieved.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Each student will have learnt something, no matter what level it is. </w:t>
            </w:r>
          </w:p>
        </w:tc>
        <w:tc>
          <w:tcPr>
            <w:tcW w:w="3600" w:type="dxa"/>
            <w:tcMar>
              <w:top w:w="28" w:type="dxa"/>
            </w:tcMar>
          </w:tcPr>
          <w:p w:rsidR="00796F1C" w:rsidRPr="00CD1B91" w:rsidRDefault="005C01CE" w:rsidP="00796F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tell teacher what they’ve learnt.</w:t>
            </w:r>
          </w:p>
        </w:tc>
      </w:tr>
    </w:tbl>
    <w:p w:rsidR="00796F1C" w:rsidRDefault="00796F1C" w:rsidP="00796F1C"/>
    <w:p w:rsidR="00796F1C" w:rsidRPr="00ED6E20" w:rsidRDefault="00796F1C" w:rsidP="00796F1C">
      <w:pPr>
        <w:pStyle w:val="BodyText"/>
        <w:tabs>
          <w:tab w:val="left" w:pos="284"/>
          <w:tab w:val="left" w:pos="1134"/>
          <w:tab w:val="left" w:pos="1701"/>
          <w:tab w:val="left" w:pos="5812"/>
        </w:tabs>
        <w:ind w:right="-567"/>
      </w:pPr>
      <w:r w:rsidRPr="004E4855">
        <w:rPr>
          <w:rFonts w:ascii="Arial" w:hAnsi="Arial" w:cs="Arial"/>
          <w:b/>
        </w:rPr>
        <w:t>Lesson evaluation - to be completed after teaching this lesson. Reflect on what you did that either enabled or hampered learning</w:t>
      </w:r>
      <w:r w:rsidRPr="00ED6E20">
        <w:t>.</w:t>
      </w:r>
    </w:p>
    <w:p w:rsidR="00796F1C" w:rsidRDefault="00796F1C" w:rsidP="00796F1C"/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0"/>
      </w:tblGrid>
      <w:tr w:rsidR="00401612" w:rsidRPr="005F1F32" w:rsidTr="00401612">
        <w:trPr>
          <w:trHeight w:val="281"/>
        </w:trPr>
        <w:tc>
          <w:tcPr>
            <w:tcW w:w="15480" w:type="dxa"/>
            <w:tcMar>
              <w:top w:w="28" w:type="dxa"/>
            </w:tcMar>
          </w:tcPr>
          <w:p w:rsidR="00401612" w:rsidRPr="00E54D61" w:rsidRDefault="00401612" w:rsidP="009A410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Pupil progress</w:t>
            </w:r>
          </w:p>
        </w:tc>
      </w:tr>
      <w:tr w:rsidR="00401612" w:rsidRPr="005F1F32" w:rsidTr="005302AF">
        <w:trPr>
          <w:trHeight w:val="789"/>
        </w:trPr>
        <w:tc>
          <w:tcPr>
            <w:tcW w:w="15480" w:type="dxa"/>
            <w:tcMar>
              <w:top w:w="28" w:type="dxa"/>
            </w:tcMar>
          </w:tcPr>
          <w:p w:rsidR="00401612" w:rsidRPr="0057761D" w:rsidRDefault="00401612" w:rsidP="00796F1C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Did you achieve your SMART</w:t>
            </w:r>
            <w:r w:rsidRPr="0057761D">
              <w:rPr>
                <w:rFonts w:ascii="Arial" w:hAnsi="Arial" w:cs="Arial"/>
                <w:i/>
                <w:sz w:val="14"/>
                <w:szCs w:val="14"/>
              </w:rPr>
              <w:t xml:space="preserve"> targets?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Did the pupils meet the learning outcomes? How do you know? </w:t>
            </w:r>
          </w:p>
          <w:p w:rsidR="00CD1B91" w:rsidRPr="00CD1B91" w:rsidRDefault="00CD1B91" w:rsidP="00401612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sz w:val="20"/>
              </w:rPr>
            </w:pPr>
          </w:p>
        </w:tc>
      </w:tr>
      <w:tr w:rsidR="00401612" w:rsidRPr="005F1F32" w:rsidTr="00401612">
        <w:trPr>
          <w:trHeight w:val="407"/>
        </w:trPr>
        <w:tc>
          <w:tcPr>
            <w:tcW w:w="15480" w:type="dxa"/>
            <w:tcMar>
              <w:top w:w="28" w:type="dxa"/>
            </w:tcMar>
          </w:tcPr>
          <w:p w:rsidR="00401612" w:rsidRPr="00401612" w:rsidRDefault="00401612" w:rsidP="00B53436">
            <w:pPr>
              <w:pStyle w:val="BodyText"/>
              <w:tabs>
                <w:tab w:val="left" w:pos="284"/>
                <w:tab w:val="left" w:pos="4961"/>
                <w:tab w:val="left" w:pos="5670"/>
                <w:tab w:val="left" w:pos="5812"/>
              </w:tabs>
              <w:spacing w:before="40"/>
              <w:rPr>
                <w:rFonts w:ascii="Arial" w:hAnsi="Arial" w:cs="Arial"/>
                <w:i/>
                <w:sz w:val="20"/>
              </w:rPr>
            </w:pPr>
            <w:r w:rsidRPr="00401612">
              <w:rPr>
                <w:rFonts w:ascii="Arial" w:hAnsi="Arial" w:cs="Arial"/>
                <w:b/>
                <w:sz w:val="20"/>
              </w:rPr>
              <w:t xml:space="preserve">Action to take next lesson with the class a) to improve my teaching and </w:t>
            </w:r>
            <w:r w:rsidR="00B53436">
              <w:rPr>
                <w:rFonts w:ascii="Arial" w:hAnsi="Arial" w:cs="Arial"/>
                <w:b/>
                <w:sz w:val="20"/>
              </w:rPr>
              <w:t>b) to improve the l</w:t>
            </w:r>
            <w:r w:rsidRPr="00401612">
              <w:rPr>
                <w:rFonts w:ascii="Arial" w:hAnsi="Arial" w:cs="Arial"/>
                <w:b/>
                <w:sz w:val="20"/>
              </w:rPr>
              <w:t>earning</w:t>
            </w:r>
            <w:r w:rsidR="004C01EF">
              <w:rPr>
                <w:rFonts w:ascii="Arial" w:hAnsi="Arial" w:cs="Arial"/>
                <w:b/>
                <w:sz w:val="20"/>
              </w:rPr>
              <w:t>. Please refer to the Profile Characteristics.</w:t>
            </w:r>
          </w:p>
        </w:tc>
      </w:tr>
      <w:tr w:rsidR="00796F1C" w:rsidRPr="005F1F32" w:rsidTr="00911B58">
        <w:trPr>
          <w:trHeight w:val="789"/>
        </w:trPr>
        <w:tc>
          <w:tcPr>
            <w:tcW w:w="15480" w:type="dxa"/>
            <w:tcMar>
              <w:top w:w="28" w:type="dxa"/>
            </w:tcMar>
          </w:tcPr>
          <w:p w:rsidR="00401612" w:rsidRPr="00CD1B91" w:rsidRDefault="00401612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  <w:p w:rsidR="00796F1C" w:rsidRPr="00DA7097" w:rsidRDefault="00796F1C" w:rsidP="00796F1C">
            <w:pPr>
              <w:pStyle w:val="BodyText"/>
              <w:tabs>
                <w:tab w:val="left" w:pos="284"/>
                <w:tab w:val="left" w:pos="709"/>
                <w:tab w:val="left" w:pos="4961"/>
                <w:tab w:val="left" w:pos="5670"/>
                <w:tab w:val="left" w:pos="5812"/>
              </w:tabs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D0DE6" w:rsidRDefault="003D0DE6" w:rsidP="00AA0494"/>
    <w:p w:rsidR="004C01EF" w:rsidRPr="004C01EF" w:rsidRDefault="004C01EF" w:rsidP="00AA0494">
      <w:pPr>
        <w:rPr>
          <w:rFonts w:ascii="Arial" w:hAnsi="Arial" w:cs="Arial"/>
          <w:b/>
        </w:rPr>
      </w:pPr>
    </w:p>
    <w:sectPr w:rsidR="004C01EF" w:rsidRPr="004C01EF" w:rsidSect="003129C0">
      <w:headerReference w:type="default" r:id="rId8"/>
      <w:footerReference w:type="even" r:id="rId9"/>
      <w:footerReference w:type="default" r:id="rId10"/>
      <w:pgSz w:w="16838" w:h="11906" w:orient="landscape"/>
      <w:pgMar w:top="1797" w:right="567" w:bottom="17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BB" w:rsidRDefault="007448BB">
      <w:r>
        <w:separator/>
      </w:r>
    </w:p>
  </w:endnote>
  <w:endnote w:type="continuationSeparator" w:id="0">
    <w:p w:rsidR="007448BB" w:rsidRDefault="0074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BB" w:rsidRDefault="007448BB" w:rsidP="006760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8BB" w:rsidRDefault="007448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BB" w:rsidRPr="009A4107" w:rsidRDefault="007448BB" w:rsidP="006760EC">
    <w:pPr>
      <w:pStyle w:val="Footer"/>
      <w:framePr w:wrap="around" w:vAnchor="text" w:hAnchor="margin" w:xAlign="center" w:y="1"/>
      <w:rPr>
        <w:rStyle w:val="PageNumber"/>
        <w:rFonts w:ascii="Arial" w:hAnsi="Arial" w:cs="Arial"/>
      </w:rPr>
    </w:pPr>
    <w:r w:rsidRPr="009A4107">
      <w:rPr>
        <w:rStyle w:val="PageNumber"/>
        <w:rFonts w:ascii="Arial" w:hAnsi="Arial" w:cs="Arial"/>
      </w:rPr>
      <w:fldChar w:fldCharType="begin"/>
    </w:r>
    <w:r w:rsidRPr="009A4107">
      <w:rPr>
        <w:rStyle w:val="PageNumber"/>
        <w:rFonts w:ascii="Arial" w:hAnsi="Arial" w:cs="Arial"/>
      </w:rPr>
      <w:instrText xml:space="preserve">PAGE  </w:instrText>
    </w:r>
    <w:r w:rsidRPr="009A4107">
      <w:rPr>
        <w:rStyle w:val="PageNumber"/>
        <w:rFonts w:ascii="Arial" w:hAnsi="Arial" w:cs="Arial"/>
      </w:rPr>
      <w:fldChar w:fldCharType="separate"/>
    </w:r>
    <w:r w:rsidR="000A25DA">
      <w:rPr>
        <w:rStyle w:val="PageNumber"/>
        <w:rFonts w:ascii="Arial" w:hAnsi="Arial" w:cs="Arial"/>
        <w:noProof/>
      </w:rPr>
      <w:t>2</w:t>
    </w:r>
    <w:r w:rsidRPr="009A4107">
      <w:rPr>
        <w:rStyle w:val="PageNumber"/>
        <w:rFonts w:ascii="Arial" w:hAnsi="Arial" w:cs="Arial"/>
      </w:rPr>
      <w:fldChar w:fldCharType="end"/>
    </w:r>
  </w:p>
  <w:p w:rsidR="007448BB" w:rsidRDefault="007448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BB" w:rsidRDefault="007448BB">
      <w:r>
        <w:separator/>
      </w:r>
    </w:p>
  </w:footnote>
  <w:footnote w:type="continuationSeparator" w:id="0">
    <w:p w:rsidR="007448BB" w:rsidRDefault="00744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BB" w:rsidRPr="004E4855" w:rsidRDefault="007448BB" w:rsidP="00AD495C">
    <w:pPr>
      <w:pStyle w:val="Heading2"/>
      <w:widowControl w:val="0"/>
      <w:tabs>
        <w:tab w:val="left" w:pos="426"/>
      </w:tabs>
      <w:autoSpaceDE w:val="0"/>
      <w:autoSpaceDN w:val="0"/>
      <w:adjustRightInd w:val="0"/>
      <w:ind w:right="-851"/>
    </w:pPr>
    <w:r>
      <w:rPr>
        <w:rFonts w:ascii="Arial" w:hAnsi="Arial" w:cs="Arial"/>
        <w:noProof/>
        <w:lang w:eastAsia="en-GB"/>
      </w:rPr>
      <w:drawing>
        <wp:inline distT="0" distB="0" distL="0" distR="0">
          <wp:extent cx="952500" cy="952500"/>
          <wp:effectExtent l="0" t="0" r="0" b="0"/>
          <wp:docPr id="5" name="Picture 5" descr="C:\Users\thrl1\Downloads\BathSpaUniversity_Logo_Mini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thrl1\Downloads\BathSpaUniversity_Logo_Mini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  <w:noProof/>
        <w:sz w:val="32"/>
        <w:szCs w:val="32"/>
        <w:lang w:eastAsia="en-GB"/>
      </w:rPr>
      <w:t>Lesson Plan 2012/13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6A4B"/>
    <w:multiLevelType w:val="hybridMultilevel"/>
    <w:tmpl w:val="10DAE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241F6"/>
    <w:multiLevelType w:val="hybridMultilevel"/>
    <w:tmpl w:val="2E68AC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FC36D1"/>
    <w:multiLevelType w:val="hybridMultilevel"/>
    <w:tmpl w:val="20FE1D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CE0A0D"/>
    <w:multiLevelType w:val="hybridMultilevel"/>
    <w:tmpl w:val="DD208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0650F6"/>
    <w:multiLevelType w:val="hybridMultilevel"/>
    <w:tmpl w:val="52D2B8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262762"/>
    <w:multiLevelType w:val="hybridMultilevel"/>
    <w:tmpl w:val="29483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EF7C77"/>
    <w:multiLevelType w:val="hybridMultilevel"/>
    <w:tmpl w:val="4DF05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72ADC"/>
    <w:multiLevelType w:val="hybridMultilevel"/>
    <w:tmpl w:val="2814CE70"/>
    <w:lvl w:ilvl="0" w:tplc="C0D8C0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71A76"/>
    <w:multiLevelType w:val="hybridMultilevel"/>
    <w:tmpl w:val="B8145D10"/>
    <w:lvl w:ilvl="0" w:tplc="C366C392">
      <w:start w:val="1"/>
      <w:numFmt w:val="bullet"/>
      <w:lvlText w:val=""/>
      <w:lvlJc w:val="left"/>
      <w:pPr>
        <w:tabs>
          <w:tab w:val="num" w:pos="360"/>
        </w:tabs>
        <w:ind w:left="360" w:hanging="50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23CD8"/>
    <w:multiLevelType w:val="hybridMultilevel"/>
    <w:tmpl w:val="F21A66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AC6E53"/>
    <w:multiLevelType w:val="hybridMultilevel"/>
    <w:tmpl w:val="7CDEC6A8"/>
    <w:lvl w:ilvl="0" w:tplc="87AA0A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E6D92"/>
    <w:multiLevelType w:val="hybridMultilevel"/>
    <w:tmpl w:val="5D0C1E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3418C3"/>
    <w:multiLevelType w:val="hybridMultilevel"/>
    <w:tmpl w:val="FECC7638"/>
    <w:lvl w:ilvl="0" w:tplc="6CB2847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77D31"/>
    <w:multiLevelType w:val="hybridMultilevel"/>
    <w:tmpl w:val="AF4441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974665"/>
    <w:multiLevelType w:val="hybridMultilevel"/>
    <w:tmpl w:val="7BCCD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A2596E"/>
    <w:multiLevelType w:val="hybridMultilevel"/>
    <w:tmpl w:val="3F60B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7200C"/>
    <w:multiLevelType w:val="hybridMultilevel"/>
    <w:tmpl w:val="37E00428"/>
    <w:lvl w:ilvl="0" w:tplc="87AA0A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3CD7"/>
    <w:multiLevelType w:val="hybridMultilevel"/>
    <w:tmpl w:val="1CF8D654"/>
    <w:lvl w:ilvl="0" w:tplc="440C04E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665848"/>
    <w:multiLevelType w:val="hybridMultilevel"/>
    <w:tmpl w:val="078E1E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4067A9"/>
    <w:multiLevelType w:val="hybridMultilevel"/>
    <w:tmpl w:val="2488CB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ED72BF"/>
    <w:multiLevelType w:val="hybridMultilevel"/>
    <w:tmpl w:val="D8586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E6646D"/>
    <w:multiLevelType w:val="hybridMultilevel"/>
    <w:tmpl w:val="850EFEB6"/>
    <w:lvl w:ilvl="0" w:tplc="87AA0AD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E14E1"/>
    <w:multiLevelType w:val="hybridMultilevel"/>
    <w:tmpl w:val="45FAF0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C00DB7"/>
    <w:multiLevelType w:val="hybridMultilevel"/>
    <w:tmpl w:val="74042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AA758B"/>
    <w:multiLevelType w:val="hybridMultilevel"/>
    <w:tmpl w:val="0E808162"/>
    <w:lvl w:ilvl="0" w:tplc="87AA0AD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DF4525"/>
    <w:multiLevelType w:val="hybridMultilevel"/>
    <w:tmpl w:val="AF26D5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0957AC"/>
    <w:multiLevelType w:val="hybridMultilevel"/>
    <w:tmpl w:val="7B643470"/>
    <w:lvl w:ilvl="0" w:tplc="87AA0A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1283E"/>
    <w:multiLevelType w:val="hybridMultilevel"/>
    <w:tmpl w:val="CB809B38"/>
    <w:lvl w:ilvl="0" w:tplc="24AC53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834452"/>
    <w:multiLevelType w:val="hybridMultilevel"/>
    <w:tmpl w:val="4BB2427A"/>
    <w:lvl w:ilvl="0" w:tplc="87AA0AD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846547"/>
    <w:multiLevelType w:val="hybridMultilevel"/>
    <w:tmpl w:val="592C56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6950C4F"/>
    <w:multiLevelType w:val="hybridMultilevel"/>
    <w:tmpl w:val="BEC2AF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AE44DD"/>
    <w:multiLevelType w:val="hybridMultilevel"/>
    <w:tmpl w:val="5DC0E210"/>
    <w:lvl w:ilvl="0" w:tplc="A4C6F1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6370E8"/>
    <w:multiLevelType w:val="hybridMultilevel"/>
    <w:tmpl w:val="6C429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9"/>
  </w:num>
  <w:num w:numId="4">
    <w:abstractNumId w:val="13"/>
  </w:num>
  <w:num w:numId="5">
    <w:abstractNumId w:val="9"/>
  </w:num>
  <w:num w:numId="6">
    <w:abstractNumId w:val="25"/>
  </w:num>
  <w:num w:numId="7">
    <w:abstractNumId w:val="3"/>
  </w:num>
  <w:num w:numId="8">
    <w:abstractNumId w:val="11"/>
  </w:num>
  <w:num w:numId="9">
    <w:abstractNumId w:val="30"/>
  </w:num>
  <w:num w:numId="10">
    <w:abstractNumId w:val="0"/>
  </w:num>
  <w:num w:numId="11">
    <w:abstractNumId w:val="14"/>
  </w:num>
  <w:num w:numId="12">
    <w:abstractNumId w:val="5"/>
  </w:num>
  <w:num w:numId="13">
    <w:abstractNumId w:val="1"/>
  </w:num>
  <w:num w:numId="14">
    <w:abstractNumId w:val="23"/>
  </w:num>
  <w:num w:numId="15">
    <w:abstractNumId w:val="29"/>
  </w:num>
  <w:num w:numId="16">
    <w:abstractNumId w:val="20"/>
  </w:num>
  <w:num w:numId="17">
    <w:abstractNumId w:val="4"/>
  </w:num>
  <w:num w:numId="18">
    <w:abstractNumId w:val="7"/>
  </w:num>
  <w:num w:numId="19">
    <w:abstractNumId w:val="22"/>
  </w:num>
  <w:num w:numId="20">
    <w:abstractNumId w:val="31"/>
  </w:num>
  <w:num w:numId="21">
    <w:abstractNumId w:val="32"/>
  </w:num>
  <w:num w:numId="22">
    <w:abstractNumId w:val="18"/>
  </w:num>
  <w:num w:numId="23">
    <w:abstractNumId w:val="6"/>
  </w:num>
  <w:num w:numId="24">
    <w:abstractNumId w:val="27"/>
  </w:num>
  <w:num w:numId="25">
    <w:abstractNumId w:val="12"/>
  </w:num>
  <w:num w:numId="26">
    <w:abstractNumId w:val="17"/>
  </w:num>
  <w:num w:numId="27">
    <w:abstractNumId w:val="21"/>
  </w:num>
  <w:num w:numId="28">
    <w:abstractNumId w:val="15"/>
  </w:num>
  <w:num w:numId="29">
    <w:abstractNumId w:val="24"/>
  </w:num>
  <w:num w:numId="30">
    <w:abstractNumId w:val="16"/>
  </w:num>
  <w:num w:numId="31">
    <w:abstractNumId w:val="28"/>
  </w:num>
  <w:num w:numId="32">
    <w:abstractNumId w:val="2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62"/>
    <w:rsid w:val="0003234E"/>
    <w:rsid w:val="00040431"/>
    <w:rsid w:val="00067328"/>
    <w:rsid w:val="00075CB6"/>
    <w:rsid w:val="0008337E"/>
    <w:rsid w:val="000954C9"/>
    <w:rsid w:val="000A25DA"/>
    <w:rsid w:val="000E0581"/>
    <w:rsid w:val="000F02A5"/>
    <w:rsid w:val="000F55BB"/>
    <w:rsid w:val="00101576"/>
    <w:rsid w:val="00105FC3"/>
    <w:rsid w:val="00116A46"/>
    <w:rsid w:val="00125F42"/>
    <w:rsid w:val="00126747"/>
    <w:rsid w:val="00132875"/>
    <w:rsid w:val="001442AF"/>
    <w:rsid w:val="00146901"/>
    <w:rsid w:val="00166316"/>
    <w:rsid w:val="00197B3D"/>
    <w:rsid w:val="001A2D29"/>
    <w:rsid w:val="001B3113"/>
    <w:rsid w:val="001B5324"/>
    <w:rsid w:val="001C7554"/>
    <w:rsid w:val="001D159E"/>
    <w:rsid w:val="001D634B"/>
    <w:rsid w:val="00204DD5"/>
    <w:rsid w:val="00214A1C"/>
    <w:rsid w:val="00223F1E"/>
    <w:rsid w:val="0023551C"/>
    <w:rsid w:val="0023705B"/>
    <w:rsid w:val="00246D22"/>
    <w:rsid w:val="002501F5"/>
    <w:rsid w:val="00265D05"/>
    <w:rsid w:val="0026670A"/>
    <w:rsid w:val="002807BE"/>
    <w:rsid w:val="00290BC1"/>
    <w:rsid w:val="002924E9"/>
    <w:rsid w:val="00297120"/>
    <w:rsid w:val="002C3EA8"/>
    <w:rsid w:val="002C6994"/>
    <w:rsid w:val="002D2E4D"/>
    <w:rsid w:val="002E3C7F"/>
    <w:rsid w:val="002F2E83"/>
    <w:rsid w:val="00304504"/>
    <w:rsid w:val="00305AEC"/>
    <w:rsid w:val="0030652E"/>
    <w:rsid w:val="003129C0"/>
    <w:rsid w:val="00327D2E"/>
    <w:rsid w:val="00332D99"/>
    <w:rsid w:val="003376AB"/>
    <w:rsid w:val="0034612A"/>
    <w:rsid w:val="00371D27"/>
    <w:rsid w:val="003A5317"/>
    <w:rsid w:val="003A7071"/>
    <w:rsid w:val="003C6D6D"/>
    <w:rsid w:val="003D0DE6"/>
    <w:rsid w:val="003D13B9"/>
    <w:rsid w:val="003D4204"/>
    <w:rsid w:val="003F2CF0"/>
    <w:rsid w:val="00401612"/>
    <w:rsid w:val="00431FED"/>
    <w:rsid w:val="00436E9D"/>
    <w:rsid w:val="00484A73"/>
    <w:rsid w:val="00490080"/>
    <w:rsid w:val="004C01EF"/>
    <w:rsid w:val="004C71CD"/>
    <w:rsid w:val="004E1E6C"/>
    <w:rsid w:val="004E37FE"/>
    <w:rsid w:val="004E4855"/>
    <w:rsid w:val="004F01CC"/>
    <w:rsid w:val="004F3A22"/>
    <w:rsid w:val="005036AD"/>
    <w:rsid w:val="00512B22"/>
    <w:rsid w:val="005207F2"/>
    <w:rsid w:val="0053013F"/>
    <w:rsid w:val="005302AF"/>
    <w:rsid w:val="0054166B"/>
    <w:rsid w:val="00552AEB"/>
    <w:rsid w:val="00570457"/>
    <w:rsid w:val="005757A4"/>
    <w:rsid w:val="0057761D"/>
    <w:rsid w:val="00582836"/>
    <w:rsid w:val="00590AD2"/>
    <w:rsid w:val="005929D3"/>
    <w:rsid w:val="005B5FDD"/>
    <w:rsid w:val="005C01CE"/>
    <w:rsid w:val="005C3A05"/>
    <w:rsid w:val="005D6724"/>
    <w:rsid w:val="005E77AC"/>
    <w:rsid w:val="00600184"/>
    <w:rsid w:val="00604DDA"/>
    <w:rsid w:val="00607E43"/>
    <w:rsid w:val="006239C5"/>
    <w:rsid w:val="00626CD9"/>
    <w:rsid w:val="00635AB8"/>
    <w:rsid w:val="006760EC"/>
    <w:rsid w:val="00697AD6"/>
    <w:rsid w:val="006A2FAF"/>
    <w:rsid w:val="006C2A7F"/>
    <w:rsid w:val="006E2406"/>
    <w:rsid w:val="006E6482"/>
    <w:rsid w:val="006E6FDD"/>
    <w:rsid w:val="006F3B95"/>
    <w:rsid w:val="007011CD"/>
    <w:rsid w:val="007012B0"/>
    <w:rsid w:val="00704BC6"/>
    <w:rsid w:val="00707342"/>
    <w:rsid w:val="00711C2B"/>
    <w:rsid w:val="007337B9"/>
    <w:rsid w:val="007448BB"/>
    <w:rsid w:val="00760533"/>
    <w:rsid w:val="00760F7C"/>
    <w:rsid w:val="00767470"/>
    <w:rsid w:val="007727E9"/>
    <w:rsid w:val="00796F1C"/>
    <w:rsid w:val="007C0D73"/>
    <w:rsid w:val="007C70BD"/>
    <w:rsid w:val="007D6B5B"/>
    <w:rsid w:val="007E7D47"/>
    <w:rsid w:val="00801DBA"/>
    <w:rsid w:val="00805218"/>
    <w:rsid w:val="00811356"/>
    <w:rsid w:val="00813AFF"/>
    <w:rsid w:val="00830F07"/>
    <w:rsid w:val="00834FA9"/>
    <w:rsid w:val="00836B42"/>
    <w:rsid w:val="00837555"/>
    <w:rsid w:val="00845E17"/>
    <w:rsid w:val="008573B3"/>
    <w:rsid w:val="00864E1D"/>
    <w:rsid w:val="008653DD"/>
    <w:rsid w:val="0087679B"/>
    <w:rsid w:val="00890E0F"/>
    <w:rsid w:val="008979BD"/>
    <w:rsid w:val="008A5281"/>
    <w:rsid w:val="008D6A6F"/>
    <w:rsid w:val="008E4761"/>
    <w:rsid w:val="008F1E74"/>
    <w:rsid w:val="008F6086"/>
    <w:rsid w:val="00911B58"/>
    <w:rsid w:val="00912248"/>
    <w:rsid w:val="0091451B"/>
    <w:rsid w:val="00922FFF"/>
    <w:rsid w:val="009315AB"/>
    <w:rsid w:val="00931C03"/>
    <w:rsid w:val="00950F47"/>
    <w:rsid w:val="00956B1C"/>
    <w:rsid w:val="00960BCF"/>
    <w:rsid w:val="0096294C"/>
    <w:rsid w:val="00963823"/>
    <w:rsid w:val="009A4107"/>
    <w:rsid w:val="009B04F5"/>
    <w:rsid w:val="009C0CFA"/>
    <w:rsid w:val="009C7EC2"/>
    <w:rsid w:val="009D37CC"/>
    <w:rsid w:val="009E3770"/>
    <w:rsid w:val="009F1DC6"/>
    <w:rsid w:val="00A11C34"/>
    <w:rsid w:val="00A365DC"/>
    <w:rsid w:val="00A4365A"/>
    <w:rsid w:val="00A671EC"/>
    <w:rsid w:val="00A743E7"/>
    <w:rsid w:val="00A77B3E"/>
    <w:rsid w:val="00A81713"/>
    <w:rsid w:val="00A85D9C"/>
    <w:rsid w:val="00AA0494"/>
    <w:rsid w:val="00AC2C60"/>
    <w:rsid w:val="00AD495C"/>
    <w:rsid w:val="00AE61F9"/>
    <w:rsid w:val="00B05AA2"/>
    <w:rsid w:val="00B07F47"/>
    <w:rsid w:val="00B103AC"/>
    <w:rsid w:val="00B132D4"/>
    <w:rsid w:val="00B1532E"/>
    <w:rsid w:val="00B269A8"/>
    <w:rsid w:val="00B37AB2"/>
    <w:rsid w:val="00B440AB"/>
    <w:rsid w:val="00B4717C"/>
    <w:rsid w:val="00B53436"/>
    <w:rsid w:val="00B66D04"/>
    <w:rsid w:val="00BB5595"/>
    <w:rsid w:val="00BC427F"/>
    <w:rsid w:val="00BC4CA6"/>
    <w:rsid w:val="00BD390C"/>
    <w:rsid w:val="00BE2CC7"/>
    <w:rsid w:val="00BE3CCD"/>
    <w:rsid w:val="00BE571B"/>
    <w:rsid w:val="00BF641F"/>
    <w:rsid w:val="00BF6F22"/>
    <w:rsid w:val="00C046EE"/>
    <w:rsid w:val="00C121B0"/>
    <w:rsid w:val="00C21AE5"/>
    <w:rsid w:val="00C24462"/>
    <w:rsid w:val="00C4555C"/>
    <w:rsid w:val="00C927FD"/>
    <w:rsid w:val="00C94538"/>
    <w:rsid w:val="00C96FB2"/>
    <w:rsid w:val="00CA4A7D"/>
    <w:rsid w:val="00CC28FA"/>
    <w:rsid w:val="00CC773E"/>
    <w:rsid w:val="00CD04B9"/>
    <w:rsid w:val="00CD128D"/>
    <w:rsid w:val="00CD1B91"/>
    <w:rsid w:val="00CF453E"/>
    <w:rsid w:val="00D00EC9"/>
    <w:rsid w:val="00D02144"/>
    <w:rsid w:val="00D04731"/>
    <w:rsid w:val="00D21886"/>
    <w:rsid w:val="00D23090"/>
    <w:rsid w:val="00D23C05"/>
    <w:rsid w:val="00D64BB6"/>
    <w:rsid w:val="00D821CC"/>
    <w:rsid w:val="00DA032E"/>
    <w:rsid w:val="00DA7097"/>
    <w:rsid w:val="00DC5B3B"/>
    <w:rsid w:val="00DD3629"/>
    <w:rsid w:val="00DD5992"/>
    <w:rsid w:val="00DD76B6"/>
    <w:rsid w:val="00DE3976"/>
    <w:rsid w:val="00DF3399"/>
    <w:rsid w:val="00E03A07"/>
    <w:rsid w:val="00E04638"/>
    <w:rsid w:val="00E05FB4"/>
    <w:rsid w:val="00E11D01"/>
    <w:rsid w:val="00E20BD4"/>
    <w:rsid w:val="00E224EA"/>
    <w:rsid w:val="00E26846"/>
    <w:rsid w:val="00E41041"/>
    <w:rsid w:val="00E41E16"/>
    <w:rsid w:val="00E43721"/>
    <w:rsid w:val="00E439D5"/>
    <w:rsid w:val="00E54D61"/>
    <w:rsid w:val="00E56ACB"/>
    <w:rsid w:val="00E74355"/>
    <w:rsid w:val="00E90AC3"/>
    <w:rsid w:val="00E9250A"/>
    <w:rsid w:val="00E9340D"/>
    <w:rsid w:val="00EA78FE"/>
    <w:rsid w:val="00EB54D9"/>
    <w:rsid w:val="00ED23AC"/>
    <w:rsid w:val="00ED6E20"/>
    <w:rsid w:val="00EE1DA9"/>
    <w:rsid w:val="00EE6649"/>
    <w:rsid w:val="00EF69D0"/>
    <w:rsid w:val="00F15826"/>
    <w:rsid w:val="00F23DEE"/>
    <w:rsid w:val="00F420F6"/>
    <w:rsid w:val="00F57C15"/>
    <w:rsid w:val="00F85B5D"/>
    <w:rsid w:val="00F877C9"/>
    <w:rsid w:val="00FB0A73"/>
    <w:rsid w:val="00FB0F21"/>
    <w:rsid w:val="00FD3E87"/>
    <w:rsid w:val="00FD5002"/>
    <w:rsid w:val="00FE578A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532E"/>
    <w:rPr>
      <w:lang w:eastAsia="en-US"/>
    </w:rPr>
  </w:style>
  <w:style w:type="paragraph" w:styleId="Heading2">
    <w:name w:val="heading 2"/>
    <w:basedOn w:val="Normal"/>
    <w:next w:val="Normal"/>
    <w:qFormat/>
    <w:rsid w:val="00E224EA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qFormat/>
    <w:rsid w:val="00C24462"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rsid w:val="00C24462"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C24462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24462"/>
    <w:rPr>
      <w:sz w:val="22"/>
    </w:rPr>
  </w:style>
  <w:style w:type="paragraph" w:styleId="Header">
    <w:name w:val="header"/>
    <w:basedOn w:val="Normal"/>
    <w:rsid w:val="00C2446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24462"/>
    <w:rPr>
      <w:b/>
      <w:sz w:val="22"/>
    </w:rPr>
  </w:style>
  <w:style w:type="paragraph" w:styleId="Footer">
    <w:name w:val="footer"/>
    <w:basedOn w:val="Normal"/>
    <w:rsid w:val="001B311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D6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75CB6"/>
  </w:style>
  <w:style w:type="paragraph" w:styleId="BalloonText">
    <w:name w:val="Balloon Text"/>
    <w:basedOn w:val="Normal"/>
    <w:semiHidden/>
    <w:rsid w:val="00F420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532E"/>
    <w:rPr>
      <w:lang w:eastAsia="en-US"/>
    </w:rPr>
  </w:style>
  <w:style w:type="paragraph" w:styleId="Heading2">
    <w:name w:val="heading 2"/>
    <w:basedOn w:val="Normal"/>
    <w:next w:val="Normal"/>
    <w:qFormat/>
    <w:rsid w:val="00E224EA"/>
    <w:pPr>
      <w:keepNext/>
      <w:outlineLvl w:val="1"/>
    </w:pPr>
    <w:rPr>
      <w:b/>
      <w:sz w:val="24"/>
    </w:rPr>
  </w:style>
  <w:style w:type="paragraph" w:styleId="Heading4">
    <w:name w:val="heading 4"/>
    <w:basedOn w:val="Normal"/>
    <w:next w:val="Normal"/>
    <w:qFormat/>
    <w:rsid w:val="00C24462"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rsid w:val="00C24462"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C24462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24462"/>
    <w:rPr>
      <w:sz w:val="22"/>
    </w:rPr>
  </w:style>
  <w:style w:type="paragraph" w:styleId="Header">
    <w:name w:val="header"/>
    <w:basedOn w:val="Normal"/>
    <w:rsid w:val="00C24462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C24462"/>
    <w:rPr>
      <w:b/>
      <w:sz w:val="22"/>
    </w:rPr>
  </w:style>
  <w:style w:type="paragraph" w:styleId="Footer">
    <w:name w:val="footer"/>
    <w:basedOn w:val="Normal"/>
    <w:rsid w:val="001B311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8D6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75CB6"/>
  </w:style>
  <w:style w:type="paragraph" w:styleId="BalloonText">
    <w:name w:val="Balloon Text"/>
    <w:basedOn w:val="Normal"/>
    <w:semiHidden/>
    <w:rsid w:val="00F420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2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15905199.dotm</Template>
  <TotalTime>48</TotalTime>
  <Pages>3</Pages>
  <Words>939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BSUC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ridm1</dc:creator>
  <cp:lastModifiedBy>LILLIAN PAGET</cp:lastModifiedBy>
  <cp:revision>5</cp:revision>
  <cp:lastPrinted>2012-10-04T11:32:00Z</cp:lastPrinted>
  <dcterms:created xsi:type="dcterms:W3CDTF">2012-10-04T09:59:00Z</dcterms:created>
  <dcterms:modified xsi:type="dcterms:W3CDTF">2012-10-04T11:35:00Z</dcterms:modified>
</cp:coreProperties>
</file>