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2C5" w:rsidRPr="00D422C5" w:rsidRDefault="00FF0B15" w:rsidP="00D422C5">
      <w:pPr>
        <w:rPr>
          <w:sz w:val="24"/>
          <w:szCs w:val="24"/>
        </w:rPr>
      </w:pPr>
      <w:r w:rsidRPr="00D422C5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4A4317" wp14:editId="71FC9674">
                <wp:simplePos x="0" y="0"/>
                <wp:positionH relativeFrom="column">
                  <wp:posOffset>4324350</wp:posOffset>
                </wp:positionH>
                <wp:positionV relativeFrom="paragraph">
                  <wp:posOffset>-638175</wp:posOffset>
                </wp:positionV>
                <wp:extent cx="4981575" cy="1403985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0B15" w:rsidRPr="00FF0B15" w:rsidRDefault="00FF0B15" w:rsidP="00FF0B15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F0B15"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Key Words.</w:t>
                            </w:r>
                          </w:p>
                          <w:p w:rsidR="00FF0B15" w:rsidRDefault="00FF0B15" w:rsidP="00FF0B1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F0B15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Factor: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 Factor is a number which will go into another number.</w:t>
                            </w:r>
                          </w:p>
                          <w:p w:rsidR="00FF0B15" w:rsidRDefault="00FF0B15" w:rsidP="00FF0B1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Example: The factors of 6 are 1, 2, 3 or 6 </w:t>
                            </w:r>
                          </w:p>
                          <w:p w:rsidR="00FF0B15" w:rsidRPr="00D422C5" w:rsidRDefault="00FF0B15" w:rsidP="00FF0B15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as 1 x 6 = 6 and 2 x 3 = 6.</w:t>
                            </w:r>
                          </w:p>
                          <w:p w:rsidR="00FF0B15" w:rsidRDefault="00FF0B15" w:rsidP="00FF0B1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F0B15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Prime Number: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 Prime Number is a whole number which can only be divided by 1 or itself.</w:t>
                            </w:r>
                          </w:p>
                          <w:p w:rsidR="00FF0B15" w:rsidRDefault="00FF0B15" w:rsidP="00FF0B1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22C5">
                              <w:rPr>
                                <w:sz w:val="28"/>
                                <w:szCs w:val="28"/>
                              </w:rPr>
                              <w:t>Example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:  The factors of 17 are only 17 and 1.</w:t>
                            </w:r>
                          </w:p>
                          <w:p w:rsidR="00FF0B15" w:rsidRDefault="00FF0B15" w:rsidP="00FF0B1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F0B15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Composite Number: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A Composite Number is a number with more than 2 factors. </w:t>
                            </w:r>
                            <w:bookmarkStart w:id="0" w:name="_GoBack"/>
                            <w:bookmarkEnd w:id="0"/>
                          </w:p>
                          <w:p w:rsidR="00FF0B15" w:rsidRDefault="00FF0B15" w:rsidP="00FF0B1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Example: 8 is a Composite Number as its factors are 1, 2, 4 and 8</w:t>
                            </w:r>
                          </w:p>
                          <w:p w:rsidR="00FF0B15" w:rsidRDefault="00FF0B15" w:rsidP="00FF0B15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as 1 x 8 = 8 and 2 x 4 = 8.</w:t>
                            </w:r>
                          </w:p>
                          <w:p w:rsidR="00FF0B15" w:rsidRDefault="00FF0B15" w:rsidP="00FF0B1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F0B15">
                              <w:rPr>
                                <w:color w:val="FF0000"/>
                                <w:sz w:val="28"/>
                                <w:szCs w:val="28"/>
                              </w:rPr>
                              <w:t>Square Number: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A square number is what is made when you multiply a whole number by itself.</w:t>
                            </w:r>
                          </w:p>
                          <w:p w:rsidR="00FF0B15" w:rsidRDefault="00FF0B15" w:rsidP="00FF0B1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Example: 3 x 3 = 9, therefore 9 is a square number.</w:t>
                            </w:r>
                          </w:p>
                          <w:p w:rsidR="00FF0B15" w:rsidRDefault="00FF0B15" w:rsidP="00FF0B1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F0B15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Cube Number: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 cube number is what is made when you multiply a whole number by itself, then multiply it by the starting number again.</w:t>
                            </w:r>
                          </w:p>
                          <w:p w:rsidR="00FF0B15" w:rsidRPr="00D422C5" w:rsidRDefault="00FF0B15" w:rsidP="00FF0B1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Example: 3 x 3 x 3 = 27, therefore 27 is a cube number.</w:t>
                            </w:r>
                          </w:p>
                          <w:p w:rsidR="00FF0B15" w:rsidRDefault="00FF0B15" w:rsidP="00FF0B1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0.5pt;margin-top:-50.25pt;width:392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">
                <v:textbox style="mso-fit-shape-to-text:t">
                  <w:txbxContent>
                    <w:p w:rsidR="00FF0B15" w:rsidRPr="00FF0B15" w:rsidRDefault="00FF0B15" w:rsidP="00FF0B15">
                      <w:pP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</w:pPr>
                      <w:r w:rsidRPr="00FF0B15"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Key Words.</w:t>
                      </w:r>
                    </w:p>
                    <w:p w:rsidR="00FF0B15" w:rsidRDefault="00FF0B15" w:rsidP="00FF0B15">
                      <w:pPr>
                        <w:rPr>
                          <w:sz w:val="28"/>
                          <w:szCs w:val="28"/>
                        </w:rPr>
                      </w:pPr>
                      <w:r w:rsidRPr="00FF0B15">
                        <w:rPr>
                          <w:color w:val="FF0000"/>
                          <w:sz w:val="28"/>
                          <w:szCs w:val="28"/>
                        </w:rPr>
                        <w:t xml:space="preserve">Factor: </w:t>
                      </w:r>
                      <w:r>
                        <w:rPr>
                          <w:sz w:val="28"/>
                          <w:szCs w:val="28"/>
                        </w:rPr>
                        <w:t>A Factor is a number which will go into another number.</w:t>
                      </w:r>
                    </w:p>
                    <w:p w:rsidR="00FF0B15" w:rsidRDefault="00FF0B15" w:rsidP="00FF0B1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Example: The factors of 6 are 1, 2, 3 or 6 </w:t>
                      </w:r>
                    </w:p>
                    <w:p w:rsidR="00FF0B15" w:rsidRPr="00D422C5" w:rsidRDefault="00FF0B15" w:rsidP="00FF0B15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as 1 x 6 = 6 and 2 x 3 = 6.</w:t>
                      </w:r>
                    </w:p>
                    <w:p w:rsidR="00FF0B15" w:rsidRDefault="00FF0B15" w:rsidP="00FF0B15">
                      <w:pPr>
                        <w:rPr>
                          <w:sz w:val="28"/>
                          <w:szCs w:val="28"/>
                        </w:rPr>
                      </w:pPr>
                      <w:r w:rsidRPr="00FF0B15">
                        <w:rPr>
                          <w:color w:val="FF0000"/>
                          <w:sz w:val="28"/>
                          <w:szCs w:val="28"/>
                        </w:rPr>
                        <w:t xml:space="preserve">Prime Number: </w:t>
                      </w:r>
                      <w:r>
                        <w:rPr>
                          <w:sz w:val="28"/>
                          <w:szCs w:val="28"/>
                        </w:rPr>
                        <w:t>A Prime Number is a whole number which can only be divided by 1 or itself.</w:t>
                      </w:r>
                    </w:p>
                    <w:p w:rsidR="00FF0B15" w:rsidRDefault="00FF0B15" w:rsidP="00FF0B1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D422C5">
                        <w:rPr>
                          <w:sz w:val="28"/>
                          <w:szCs w:val="28"/>
                        </w:rPr>
                        <w:t>Example</w:t>
                      </w:r>
                      <w:r>
                        <w:rPr>
                          <w:sz w:val="28"/>
                          <w:szCs w:val="28"/>
                        </w:rPr>
                        <w:t>:  The factors of 17 are only 17 and 1.</w:t>
                      </w:r>
                    </w:p>
                    <w:p w:rsidR="00FF0B15" w:rsidRDefault="00FF0B15" w:rsidP="00FF0B15">
                      <w:pPr>
                        <w:rPr>
                          <w:sz w:val="28"/>
                          <w:szCs w:val="28"/>
                        </w:rPr>
                      </w:pPr>
                      <w:r w:rsidRPr="00FF0B15">
                        <w:rPr>
                          <w:color w:val="FF0000"/>
                          <w:sz w:val="28"/>
                          <w:szCs w:val="28"/>
                        </w:rPr>
                        <w:t xml:space="preserve">Composite Number: </w:t>
                      </w:r>
                      <w:r>
                        <w:rPr>
                          <w:sz w:val="28"/>
                          <w:szCs w:val="28"/>
                        </w:rPr>
                        <w:t xml:space="preserve">A Composite Number is a number with more than 2 factors. </w:t>
                      </w:r>
                      <w:bookmarkStart w:id="1" w:name="_GoBack"/>
                      <w:bookmarkEnd w:id="1"/>
                    </w:p>
                    <w:p w:rsidR="00FF0B15" w:rsidRDefault="00FF0B15" w:rsidP="00FF0B1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Example: 8 is a Composite Number as its factors are 1, 2, 4 and 8</w:t>
                      </w:r>
                    </w:p>
                    <w:p w:rsidR="00FF0B15" w:rsidRDefault="00FF0B15" w:rsidP="00FF0B15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as 1 x 8 = 8 and 2 x 4 = 8.</w:t>
                      </w:r>
                    </w:p>
                    <w:p w:rsidR="00FF0B15" w:rsidRDefault="00FF0B15" w:rsidP="00FF0B15">
                      <w:pPr>
                        <w:rPr>
                          <w:sz w:val="28"/>
                          <w:szCs w:val="28"/>
                        </w:rPr>
                      </w:pPr>
                      <w:r w:rsidRPr="00FF0B15">
                        <w:rPr>
                          <w:color w:val="FF0000"/>
                          <w:sz w:val="28"/>
                          <w:szCs w:val="28"/>
                        </w:rPr>
                        <w:t>Square Number:</w:t>
                      </w:r>
                      <w:r>
                        <w:rPr>
                          <w:sz w:val="28"/>
                          <w:szCs w:val="28"/>
                        </w:rPr>
                        <w:t xml:space="preserve"> A square number is what is made when you multiply a whole number by itself.</w:t>
                      </w:r>
                    </w:p>
                    <w:p w:rsidR="00FF0B15" w:rsidRDefault="00FF0B15" w:rsidP="00FF0B1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Example: 3 x 3 = 9, therefore 9 is a square number.</w:t>
                      </w:r>
                    </w:p>
                    <w:p w:rsidR="00FF0B15" w:rsidRDefault="00FF0B15" w:rsidP="00FF0B15">
                      <w:pPr>
                        <w:rPr>
                          <w:sz w:val="28"/>
                          <w:szCs w:val="28"/>
                        </w:rPr>
                      </w:pPr>
                      <w:r w:rsidRPr="00FF0B15">
                        <w:rPr>
                          <w:color w:val="FF0000"/>
                          <w:sz w:val="28"/>
                          <w:szCs w:val="28"/>
                        </w:rPr>
                        <w:t xml:space="preserve">Cube Number: </w:t>
                      </w:r>
                      <w:r>
                        <w:rPr>
                          <w:sz w:val="28"/>
                          <w:szCs w:val="28"/>
                        </w:rPr>
                        <w:t>A cube number is what is made when you multiply a whole number by itself, then multiply it by the starting number again.</w:t>
                      </w:r>
                    </w:p>
                    <w:p w:rsidR="00FF0B15" w:rsidRPr="00D422C5" w:rsidRDefault="00FF0B15" w:rsidP="00FF0B1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Example: 3 x 3 x 3 = 27, therefore 27 is a cube number.</w:t>
                      </w:r>
                    </w:p>
                    <w:p w:rsidR="00FF0B15" w:rsidRDefault="00FF0B15" w:rsidP="00FF0B15"/>
                  </w:txbxContent>
                </v:textbox>
              </v:shape>
            </w:pict>
          </mc:Fallback>
        </mc:AlternateContent>
      </w:r>
      <w:r w:rsidR="00D422C5" w:rsidRPr="00D422C5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5E8A12" wp14:editId="4DE3914E">
                <wp:simplePos x="0" y="0"/>
                <wp:positionH relativeFrom="column">
                  <wp:posOffset>-809625</wp:posOffset>
                </wp:positionH>
                <wp:positionV relativeFrom="paragraph">
                  <wp:posOffset>-657225</wp:posOffset>
                </wp:positionV>
                <wp:extent cx="4981575" cy="1403985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1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2C5" w:rsidRPr="00FF0B15" w:rsidRDefault="00D422C5" w:rsidP="00D422C5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F0B15">
                              <w:rPr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Key Words.</w:t>
                            </w:r>
                          </w:p>
                          <w:p w:rsidR="00D422C5" w:rsidRDefault="00D422C5" w:rsidP="00D422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F0B15">
                              <w:rPr>
                                <w:color w:val="FF0000"/>
                                <w:sz w:val="28"/>
                                <w:szCs w:val="28"/>
                              </w:rPr>
                              <w:t>Factor: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A Factor is a number which will go into another number.</w:t>
                            </w:r>
                          </w:p>
                          <w:p w:rsidR="00D422C5" w:rsidRDefault="00D422C5" w:rsidP="00D422C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Example: The factors of 6 are 1, 2, 3 or 6 </w:t>
                            </w:r>
                          </w:p>
                          <w:p w:rsidR="00D422C5" w:rsidRPr="00D422C5" w:rsidRDefault="00D422C5" w:rsidP="00D422C5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as 1 x 6 = 6 and 2 x 3 = 6.</w:t>
                            </w:r>
                          </w:p>
                          <w:p w:rsidR="00D422C5" w:rsidRDefault="00D422C5" w:rsidP="00D422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F0B15">
                              <w:rPr>
                                <w:color w:val="FF0000"/>
                                <w:sz w:val="28"/>
                                <w:szCs w:val="28"/>
                              </w:rPr>
                              <w:t>Prime Number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: A Prime Number is a whole number which can only be divided by 1 or itself.</w:t>
                            </w:r>
                          </w:p>
                          <w:p w:rsidR="00D422C5" w:rsidRDefault="00D422C5" w:rsidP="00D422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22C5">
                              <w:rPr>
                                <w:sz w:val="28"/>
                                <w:szCs w:val="28"/>
                              </w:rPr>
                              <w:t>Example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:  The factors of 17 are only 17 and 1.</w:t>
                            </w:r>
                          </w:p>
                          <w:p w:rsidR="00D422C5" w:rsidRDefault="00D422C5" w:rsidP="00D422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F0B15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Composite Number: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A Composite Number is a number with more than 2 factors. </w:t>
                            </w:r>
                          </w:p>
                          <w:p w:rsidR="00D422C5" w:rsidRDefault="00D422C5" w:rsidP="00D422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Example: 8 is a Composite Number as its factors are 1, 2, 4 and 8</w:t>
                            </w:r>
                          </w:p>
                          <w:p w:rsidR="00D422C5" w:rsidRDefault="00D422C5" w:rsidP="00D422C5">
                            <w:pPr>
                              <w:pStyle w:val="ListParagrap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as 1 x 8 = 8 and 2 x 4 = 8.</w:t>
                            </w:r>
                          </w:p>
                          <w:p w:rsidR="00D422C5" w:rsidRDefault="00D422C5" w:rsidP="00D422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F0B15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Square Number: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 square number is what is made when you multiply a whole number by itself.</w:t>
                            </w:r>
                          </w:p>
                          <w:p w:rsidR="00D422C5" w:rsidRDefault="00D422C5" w:rsidP="00D422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Example: 3 x 3 = 9, therefore 9 is a square number.</w:t>
                            </w:r>
                          </w:p>
                          <w:p w:rsidR="00D422C5" w:rsidRDefault="00D422C5" w:rsidP="00D422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F0B15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Cube Number: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 cube number is what is made when you multiply a whole number by itself, then multiply it by the starting number again.</w:t>
                            </w:r>
                          </w:p>
                          <w:p w:rsidR="00D422C5" w:rsidRPr="00D422C5" w:rsidRDefault="00D422C5" w:rsidP="00D422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Example: 3 x 3 x 3 = 27, therefore 27 is a cube number.</w:t>
                            </w:r>
                          </w:p>
                          <w:p w:rsidR="00D422C5" w:rsidRDefault="00D422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63.75pt;margin-top:-51.75pt;width:392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">
                <v:textbox style="mso-fit-shape-to-text:t">
                  <w:txbxContent>
                    <w:p w:rsidR="00D422C5" w:rsidRPr="00FF0B15" w:rsidRDefault="00D422C5" w:rsidP="00D422C5">
                      <w:pPr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</w:pPr>
                      <w:r w:rsidRPr="00FF0B15">
                        <w:rPr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Key Words.</w:t>
                      </w:r>
                    </w:p>
                    <w:p w:rsidR="00D422C5" w:rsidRDefault="00D422C5" w:rsidP="00D422C5">
                      <w:pPr>
                        <w:rPr>
                          <w:sz w:val="28"/>
                          <w:szCs w:val="28"/>
                        </w:rPr>
                      </w:pPr>
                      <w:r w:rsidRPr="00FF0B15">
                        <w:rPr>
                          <w:color w:val="FF0000"/>
                          <w:sz w:val="28"/>
                          <w:szCs w:val="28"/>
                        </w:rPr>
                        <w:t>Factor:</w:t>
                      </w:r>
                      <w:r>
                        <w:rPr>
                          <w:sz w:val="28"/>
                          <w:szCs w:val="28"/>
                        </w:rPr>
                        <w:t xml:space="preserve"> A Factor is a number which will go into another number.</w:t>
                      </w:r>
                    </w:p>
                    <w:p w:rsidR="00D422C5" w:rsidRDefault="00D422C5" w:rsidP="00D422C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Example: The factors of 6 are 1, 2, 3 or 6 </w:t>
                      </w:r>
                    </w:p>
                    <w:p w:rsidR="00D422C5" w:rsidRPr="00D422C5" w:rsidRDefault="00D422C5" w:rsidP="00D422C5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as 1 x 6 = 6 and 2 x 3 = 6.</w:t>
                      </w:r>
                    </w:p>
                    <w:p w:rsidR="00D422C5" w:rsidRDefault="00D422C5" w:rsidP="00D422C5">
                      <w:pPr>
                        <w:rPr>
                          <w:sz w:val="28"/>
                          <w:szCs w:val="28"/>
                        </w:rPr>
                      </w:pPr>
                      <w:r w:rsidRPr="00FF0B15">
                        <w:rPr>
                          <w:color w:val="FF0000"/>
                          <w:sz w:val="28"/>
                          <w:szCs w:val="28"/>
                        </w:rPr>
                        <w:t>Prime Number</w:t>
                      </w:r>
                      <w:r>
                        <w:rPr>
                          <w:sz w:val="28"/>
                          <w:szCs w:val="28"/>
                        </w:rPr>
                        <w:t>: A Prime Number is a whole number which can only be divided by 1 or itself.</w:t>
                      </w:r>
                    </w:p>
                    <w:p w:rsidR="00D422C5" w:rsidRDefault="00D422C5" w:rsidP="00D422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D422C5">
                        <w:rPr>
                          <w:sz w:val="28"/>
                          <w:szCs w:val="28"/>
                        </w:rPr>
                        <w:t>Example</w:t>
                      </w:r>
                      <w:r>
                        <w:rPr>
                          <w:sz w:val="28"/>
                          <w:szCs w:val="28"/>
                        </w:rPr>
                        <w:t>:  The factors of 17 are only 17 and 1.</w:t>
                      </w:r>
                    </w:p>
                    <w:p w:rsidR="00D422C5" w:rsidRDefault="00D422C5" w:rsidP="00D422C5">
                      <w:pPr>
                        <w:rPr>
                          <w:sz w:val="28"/>
                          <w:szCs w:val="28"/>
                        </w:rPr>
                      </w:pPr>
                      <w:r w:rsidRPr="00FF0B15">
                        <w:rPr>
                          <w:color w:val="FF0000"/>
                          <w:sz w:val="28"/>
                          <w:szCs w:val="28"/>
                        </w:rPr>
                        <w:t xml:space="preserve">Composite Number: </w:t>
                      </w:r>
                      <w:r>
                        <w:rPr>
                          <w:sz w:val="28"/>
                          <w:szCs w:val="28"/>
                        </w:rPr>
                        <w:t xml:space="preserve">A Composite Number is a number with more than 2 factors. </w:t>
                      </w:r>
                    </w:p>
                    <w:p w:rsidR="00D422C5" w:rsidRDefault="00D422C5" w:rsidP="00D422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Example: 8 is a Composite Number as its factors are 1, 2, 4 and 8</w:t>
                      </w:r>
                    </w:p>
                    <w:p w:rsidR="00D422C5" w:rsidRDefault="00D422C5" w:rsidP="00D422C5">
                      <w:pPr>
                        <w:pStyle w:val="ListParagrap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as 1 x 8 = 8 and 2 x 4 = 8.</w:t>
                      </w:r>
                    </w:p>
                    <w:p w:rsidR="00D422C5" w:rsidRDefault="00D422C5" w:rsidP="00D422C5">
                      <w:pPr>
                        <w:rPr>
                          <w:sz w:val="28"/>
                          <w:szCs w:val="28"/>
                        </w:rPr>
                      </w:pPr>
                      <w:r w:rsidRPr="00FF0B15">
                        <w:rPr>
                          <w:color w:val="FF0000"/>
                          <w:sz w:val="28"/>
                          <w:szCs w:val="28"/>
                        </w:rPr>
                        <w:t xml:space="preserve">Square Number: </w:t>
                      </w:r>
                      <w:r>
                        <w:rPr>
                          <w:sz w:val="28"/>
                          <w:szCs w:val="28"/>
                        </w:rPr>
                        <w:t>A square number is what is made when you multiply a whole number by itself.</w:t>
                      </w:r>
                    </w:p>
                    <w:p w:rsidR="00D422C5" w:rsidRDefault="00D422C5" w:rsidP="00D422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Example: 3 x 3 = 9, therefore 9 is a square number.</w:t>
                      </w:r>
                    </w:p>
                    <w:p w:rsidR="00D422C5" w:rsidRDefault="00D422C5" w:rsidP="00D422C5">
                      <w:pPr>
                        <w:rPr>
                          <w:sz w:val="28"/>
                          <w:szCs w:val="28"/>
                        </w:rPr>
                      </w:pPr>
                      <w:r w:rsidRPr="00FF0B15">
                        <w:rPr>
                          <w:color w:val="FF0000"/>
                          <w:sz w:val="28"/>
                          <w:szCs w:val="28"/>
                        </w:rPr>
                        <w:t xml:space="preserve">Cube Number: </w:t>
                      </w:r>
                      <w:r>
                        <w:rPr>
                          <w:sz w:val="28"/>
                          <w:szCs w:val="28"/>
                        </w:rPr>
                        <w:t>A cube number is what is made when you multiply a whole number by itself, then multiply it by the starting number again.</w:t>
                      </w:r>
                    </w:p>
                    <w:p w:rsidR="00D422C5" w:rsidRPr="00D422C5" w:rsidRDefault="00D422C5" w:rsidP="00D422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Example: 3 x 3 x 3 = 27, therefore 27 is a cube number.</w:t>
                      </w:r>
                    </w:p>
                    <w:p w:rsidR="00D422C5" w:rsidRDefault="00D422C5"/>
                  </w:txbxContent>
                </v:textbox>
              </v:shape>
            </w:pict>
          </mc:Fallback>
        </mc:AlternateContent>
      </w:r>
    </w:p>
    <w:p w:rsidR="00D422C5" w:rsidRPr="00D422C5" w:rsidRDefault="00D422C5" w:rsidP="00D422C5">
      <w:pPr>
        <w:rPr>
          <w:sz w:val="24"/>
          <w:szCs w:val="24"/>
        </w:rPr>
      </w:pPr>
    </w:p>
    <w:sectPr w:rsidR="00D422C5" w:rsidRPr="00D422C5" w:rsidSect="00D422C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5B8E"/>
    <w:multiLevelType w:val="hybridMultilevel"/>
    <w:tmpl w:val="4D6EF2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F4743"/>
    <w:multiLevelType w:val="hybridMultilevel"/>
    <w:tmpl w:val="C6BC93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2C5"/>
    <w:rsid w:val="00021105"/>
    <w:rsid w:val="0098051A"/>
    <w:rsid w:val="00D422C5"/>
    <w:rsid w:val="00FF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2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2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2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15905199.dotm</Template>
  <TotalTime>12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Univesity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LILLIAN PAGET</dc:creator>
  <cp:lastModifiedBy>LILLIAN PAGET</cp:lastModifiedBy>
  <cp:revision>1</cp:revision>
  <dcterms:created xsi:type="dcterms:W3CDTF">2012-10-04T10:42:00Z</dcterms:created>
  <dcterms:modified xsi:type="dcterms:W3CDTF">2012-10-04T10:54:00Z</dcterms:modified>
</cp:coreProperties>
</file>