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98E" w:rsidRDefault="00C22266">
      <w:r>
        <w:t>In a plane flying to Edinburgh, five  passengers are seated in a row next to each other.</w:t>
      </w:r>
    </w:p>
    <w:p w:rsidR="00C22266" w:rsidRDefault="00C22266">
      <w:r>
        <w:t>Their professions are writer, guitarist, university lecturer, marine, architect;</w:t>
      </w:r>
    </w:p>
    <w:p w:rsidR="00C22266" w:rsidRDefault="00C22266">
      <w:r>
        <w:t>And their nationalities , in any order are:</w:t>
      </w:r>
    </w:p>
    <w:p w:rsidR="00C22266" w:rsidRDefault="00C22266">
      <w:r>
        <w:t>Welsh, Spanish, Austrian, Italian, Belgian.</w:t>
      </w:r>
    </w:p>
    <w:p w:rsidR="00C22266" w:rsidRDefault="00C22266">
      <w:r>
        <w:t>Their ages are 22, 25, 33, 41, 53,</w:t>
      </w:r>
    </w:p>
    <w:p w:rsidR="00C22266" w:rsidRDefault="00C22266">
      <w:r>
        <w:t>and each plays a different sport</w:t>
      </w:r>
    </w:p>
    <w:p w:rsidR="00C22266" w:rsidRDefault="00C22266">
      <w:r>
        <w:t>dodgeball, diving, ping pong, javlin, rugby.</w:t>
      </w:r>
    </w:p>
    <w:p w:rsidR="00C22266" w:rsidRDefault="00C22266">
      <w:r>
        <w:t>They will each travel from Edinburgh  to a different destination</w:t>
      </w:r>
    </w:p>
    <w:p w:rsidR="00C22266" w:rsidRDefault="00C22266">
      <w:r>
        <w:t>Leeds, Leicester, Manchester, Durham or Portsmouth.</w:t>
      </w:r>
    </w:p>
    <w:p w:rsidR="00C22266" w:rsidRDefault="00C22266">
      <w:r>
        <w:t>Clue 1 The architect is seated on the extreme left.</w:t>
      </w:r>
    </w:p>
    <w:p w:rsidR="00C22266" w:rsidRDefault="00C22266">
      <w:r>
        <w:t>Clue 2 The dodgeball player is seated in the middle</w:t>
      </w:r>
    </w:p>
    <w:p w:rsidR="00C22266" w:rsidRDefault="00C22266">
      <w:r>
        <w:t>Clue 3 The Welshman is a writer</w:t>
      </w:r>
    </w:p>
    <w:p w:rsidR="00C22266" w:rsidRDefault="00C22266">
      <w:r>
        <w:t>Clue 4 The guitarist is 22 years old</w:t>
      </w:r>
    </w:p>
    <w:p w:rsidR="00C22266" w:rsidRDefault="00C22266">
      <w:r>
        <w:t>Clue 5 The university lecturer’s  sport is swimming</w:t>
      </w:r>
    </w:p>
    <w:p w:rsidR="00C22266" w:rsidRDefault="00C22266">
      <w:r>
        <w:t>Clue 6 The sailor is travelling to Portsmouth</w:t>
      </w:r>
    </w:p>
    <w:p w:rsidR="00C22266" w:rsidRDefault="00C22266">
      <w:r>
        <w:t>Clue7 The dodgeball player is Spanish</w:t>
      </w:r>
    </w:p>
    <w:p w:rsidR="00C22266" w:rsidRDefault="00C22266" w:rsidP="00C22266">
      <w:r>
        <w:t>Clue 8 The passenger from Belgium is bound for Leicester</w:t>
      </w:r>
    </w:p>
    <w:p w:rsidR="00C22266" w:rsidRDefault="00C22266" w:rsidP="00C22266">
      <w:r>
        <w:t xml:space="preserve">Clue9 </w:t>
      </w:r>
      <w:r>
        <w:t>The passenger bound for Leeds is 33 years old</w:t>
      </w:r>
    </w:p>
    <w:p w:rsidR="00C22266" w:rsidRDefault="00C22266" w:rsidP="00C22266">
      <w:r>
        <w:t>Clue 10 The javlin thrower is bound for Durham</w:t>
      </w:r>
    </w:p>
    <w:p w:rsidR="00C22266" w:rsidRDefault="00C22266" w:rsidP="00C22266">
      <w:r>
        <w:t>Clue 11 The Spanish passenger is seated next to the Austrian</w:t>
      </w:r>
    </w:p>
    <w:p w:rsidR="00C22266" w:rsidRDefault="00C22266" w:rsidP="00C22266">
      <w:r>
        <w:t>Clue 12 the 53 year old passenger is seated next to the passenger who is bound for Manchester</w:t>
      </w:r>
    </w:p>
    <w:p w:rsidR="00C22266" w:rsidRDefault="00C22266" w:rsidP="00C22266">
      <w:r>
        <w:t>Clue 13 The 25 year old passenger is seated next to the passenger who is travelling to Leicester</w:t>
      </w:r>
    </w:p>
    <w:p w:rsidR="00C22266" w:rsidRDefault="00C22266" w:rsidP="00C22266">
      <w:r>
        <w:t xml:space="preserve">Clue 14 The architect is seated next to the </w:t>
      </w:r>
      <w:r w:rsidR="00227A78">
        <w:t>Italian.</w:t>
      </w:r>
    </w:p>
    <w:p w:rsidR="00227A78" w:rsidRDefault="00227A78" w:rsidP="00C22266">
      <w:r>
        <w:t>How old is the marine?</w:t>
      </w:r>
    </w:p>
    <w:p w:rsidR="00227A78" w:rsidRDefault="00227A78" w:rsidP="00C22266">
      <w:r>
        <w:t>What is the nationality of the rugby player?</w:t>
      </w:r>
    </w:p>
    <w:p w:rsidR="001A20E9" w:rsidRDefault="001A20E9" w:rsidP="00C22266"/>
    <w:p w:rsidR="001A20E9" w:rsidRDefault="001A20E9" w:rsidP="00C22266"/>
    <w:p w:rsidR="001A20E9" w:rsidRDefault="001A20E9" w:rsidP="00C22266">
      <w:r>
        <w:lastRenderedPageBreak/>
        <w:t>Prime number quizz</w:t>
      </w:r>
    </w:p>
    <w:p w:rsidR="001A20E9" w:rsidRDefault="001A20E9" w:rsidP="001A20E9">
      <w:pPr>
        <w:pStyle w:val="ListParagraph"/>
        <w:numPr>
          <w:ilvl w:val="0"/>
          <w:numId w:val="1"/>
        </w:numPr>
      </w:pPr>
      <w:r>
        <w:t>The word ‘prime’ is an abbreviation for what?</w:t>
      </w:r>
    </w:p>
    <w:p w:rsidR="001A20E9" w:rsidRDefault="001A20E9" w:rsidP="001A20E9">
      <w:pPr>
        <w:ind w:left="360"/>
      </w:pPr>
      <w:r>
        <w:t>Primary</w:t>
      </w:r>
    </w:p>
    <w:p w:rsidR="001A20E9" w:rsidRDefault="001A20E9" w:rsidP="001A20E9">
      <w:pPr>
        <w:ind w:left="360"/>
      </w:pPr>
      <w:r>
        <w:t>Primitive</w:t>
      </w:r>
    </w:p>
    <w:p w:rsidR="001A20E9" w:rsidRDefault="001A20E9" w:rsidP="001A20E9">
      <w:pPr>
        <w:ind w:left="360"/>
      </w:pPr>
      <w:r>
        <w:t>Priority</w:t>
      </w:r>
    </w:p>
    <w:p w:rsidR="001A20E9" w:rsidRDefault="001A20E9" w:rsidP="001A20E9">
      <w:pPr>
        <w:ind w:left="360"/>
      </w:pPr>
      <w:r>
        <w:t>It is not an abbreviation</w:t>
      </w:r>
    </w:p>
    <w:p w:rsidR="001A20E9" w:rsidRDefault="001A20E9" w:rsidP="001A20E9">
      <w:pPr>
        <w:pStyle w:val="ListParagraph"/>
        <w:numPr>
          <w:ilvl w:val="0"/>
          <w:numId w:val="1"/>
        </w:numPr>
      </w:pPr>
      <w:r>
        <w:t>The number 24 has eight factors. Seven of the factors are 1,2,3,4,6,12 and 24. What is the missing  factor?</w:t>
      </w:r>
    </w:p>
    <w:p w:rsidR="001A20E9" w:rsidRDefault="001A20E9" w:rsidP="001A20E9">
      <w:pPr>
        <w:ind w:left="360"/>
      </w:pPr>
      <w:r>
        <w:t>5</w:t>
      </w:r>
    </w:p>
    <w:p w:rsidR="001A20E9" w:rsidRDefault="001A20E9" w:rsidP="001A20E9">
      <w:pPr>
        <w:ind w:left="360"/>
      </w:pPr>
      <w:r>
        <w:t>8</w:t>
      </w:r>
    </w:p>
    <w:p w:rsidR="001A20E9" w:rsidRDefault="001A20E9" w:rsidP="001A20E9">
      <w:pPr>
        <w:ind w:left="360"/>
      </w:pPr>
      <w:r>
        <w:t>10</w:t>
      </w:r>
    </w:p>
    <w:p w:rsidR="001A20E9" w:rsidRDefault="001A20E9" w:rsidP="001A20E9">
      <w:pPr>
        <w:ind w:left="360"/>
      </w:pPr>
      <w:r>
        <w:t>14</w:t>
      </w:r>
    </w:p>
    <w:p w:rsidR="001A20E9" w:rsidRDefault="001A20E9" w:rsidP="001A20E9">
      <w:pPr>
        <w:pStyle w:val="ListParagraph"/>
        <w:numPr>
          <w:ilvl w:val="0"/>
          <w:numId w:val="1"/>
        </w:numPr>
      </w:pPr>
      <w:r>
        <w:t>Is the number 14 a prime number?</w:t>
      </w:r>
    </w:p>
    <w:p w:rsidR="001A20E9" w:rsidRDefault="001A20E9" w:rsidP="001A20E9">
      <w:pPr>
        <w:ind w:left="360"/>
      </w:pPr>
      <w:r>
        <w:t>Yes</w:t>
      </w:r>
    </w:p>
    <w:p w:rsidR="001A20E9" w:rsidRDefault="001A20E9" w:rsidP="001A20E9">
      <w:pPr>
        <w:ind w:left="360"/>
      </w:pPr>
      <w:r>
        <w:t>No</w:t>
      </w:r>
    </w:p>
    <w:p w:rsidR="001A20E9" w:rsidRDefault="001A20E9" w:rsidP="001A20E9">
      <w:pPr>
        <w:ind w:left="360"/>
      </w:pPr>
      <w:r>
        <w:t>Only on a Wednesday</w:t>
      </w:r>
    </w:p>
    <w:p w:rsidR="001A20E9" w:rsidRDefault="001A20E9" w:rsidP="001A20E9">
      <w:pPr>
        <w:ind w:left="360"/>
      </w:pPr>
      <w:r>
        <w:t>It depends which was you look at it</w:t>
      </w:r>
    </w:p>
    <w:p w:rsidR="001A20E9" w:rsidRDefault="001A20E9" w:rsidP="001A20E9">
      <w:pPr>
        <w:pStyle w:val="ListParagraph"/>
        <w:numPr>
          <w:ilvl w:val="0"/>
          <w:numId w:val="1"/>
        </w:numPr>
      </w:pPr>
      <w:r>
        <w:t>Which of these numbers is a prime number?</w:t>
      </w:r>
    </w:p>
    <w:p w:rsidR="001A20E9" w:rsidRDefault="001A20E9" w:rsidP="001A20E9">
      <w:pPr>
        <w:ind w:left="360"/>
      </w:pPr>
      <w:r>
        <w:t>4</w:t>
      </w:r>
    </w:p>
    <w:p w:rsidR="001A20E9" w:rsidRDefault="001A20E9" w:rsidP="001A20E9">
      <w:pPr>
        <w:ind w:left="360"/>
      </w:pPr>
      <w:r>
        <w:t>7</w:t>
      </w:r>
    </w:p>
    <w:p w:rsidR="001A20E9" w:rsidRDefault="001A20E9" w:rsidP="001A20E9">
      <w:pPr>
        <w:ind w:left="360"/>
      </w:pPr>
      <w:r>
        <w:t>9</w:t>
      </w:r>
    </w:p>
    <w:p w:rsidR="001A20E9" w:rsidRDefault="001A20E9" w:rsidP="001A20E9">
      <w:pPr>
        <w:ind w:left="360"/>
      </w:pPr>
      <w:r>
        <w:t>12</w:t>
      </w:r>
    </w:p>
    <w:p w:rsidR="001A20E9" w:rsidRDefault="001A20E9" w:rsidP="001A20E9">
      <w:pPr>
        <w:pStyle w:val="ListParagraph"/>
        <w:numPr>
          <w:ilvl w:val="0"/>
          <w:numId w:val="1"/>
        </w:numPr>
      </w:pPr>
      <w:r>
        <w:t>Is the number 1 a prime number?</w:t>
      </w:r>
    </w:p>
    <w:p w:rsidR="001A20E9" w:rsidRDefault="001A20E9" w:rsidP="001A20E9">
      <w:pPr>
        <w:ind w:left="360"/>
      </w:pPr>
      <w:r>
        <w:t>Yes</w:t>
      </w:r>
    </w:p>
    <w:p w:rsidR="001A20E9" w:rsidRDefault="001A20E9" w:rsidP="001A20E9">
      <w:pPr>
        <w:ind w:left="360"/>
      </w:pPr>
      <w:r>
        <w:t>No</w:t>
      </w:r>
    </w:p>
    <w:p w:rsidR="001A20E9" w:rsidRDefault="001A20E9" w:rsidP="001A20E9">
      <w:pPr>
        <w:ind w:left="360"/>
      </w:pPr>
      <w:r>
        <w:t>Sometimes</w:t>
      </w:r>
    </w:p>
    <w:p w:rsidR="001A20E9" w:rsidRDefault="001A20E9" w:rsidP="001A20E9">
      <w:pPr>
        <w:ind w:left="360"/>
      </w:pPr>
      <w:r>
        <w:t>Only in Australia</w:t>
      </w:r>
    </w:p>
    <w:p w:rsidR="001A20E9" w:rsidRDefault="001A20E9" w:rsidP="001A20E9">
      <w:pPr>
        <w:pStyle w:val="ListParagraph"/>
        <w:numPr>
          <w:ilvl w:val="0"/>
          <w:numId w:val="1"/>
        </w:numPr>
      </w:pPr>
      <w:r>
        <w:t>Which of these is not a prime number?</w:t>
      </w:r>
    </w:p>
    <w:p w:rsidR="001A20E9" w:rsidRDefault="001A20E9" w:rsidP="001A20E9">
      <w:pPr>
        <w:ind w:left="360"/>
      </w:pPr>
      <w:r>
        <w:lastRenderedPageBreak/>
        <w:t>13</w:t>
      </w:r>
    </w:p>
    <w:p w:rsidR="001A20E9" w:rsidRDefault="001A20E9" w:rsidP="001A20E9">
      <w:pPr>
        <w:ind w:left="360"/>
      </w:pPr>
      <w:r>
        <w:t>15</w:t>
      </w:r>
    </w:p>
    <w:p w:rsidR="001A20E9" w:rsidRDefault="001A20E9" w:rsidP="001A20E9">
      <w:pPr>
        <w:ind w:left="360"/>
      </w:pPr>
      <w:r>
        <w:t>17</w:t>
      </w:r>
    </w:p>
    <w:p w:rsidR="001A20E9" w:rsidRDefault="001A20E9" w:rsidP="001A20E9">
      <w:pPr>
        <w:ind w:left="360"/>
      </w:pPr>
      <w:r>
        <w:t>19</w:t>
      </w:r>
    </w:p>
    <w:p w:rsidR="001A20E9" w:rsidRDefault="001A20E9" w:rsidP="001A20E9">
      <w:pPr>
        <w:pStyle w:val="ListParagraph"/>
        <w:numPr>
          <w:ilvl w:val="0"/>
          <w:numId w:val="1"/>
        </w:numPr>
      </w:pPr>
      <w:r>
        <w:t>Which of these is a prime number?</w:t>
      </w:r>
    </w:p>
    <w:p w:rsidR="001A20E9" w:rsidRDefault="001A20E9" w:rsidP="001A20E9">
      <w:pPr>
        <w:ind w:left="360"/>
      </w:pPr>
      <w:r>
        <w:t>33</w:t>
      </w:r>
    </w:p>
    <w:p w:rsidR="001A20E9" w:rsidRDefault="001A20E9" w:rsidP="001A20E9">
      <w:pPr>
        <w:ind w:left="360"/>
      </w:pPr>
      <w:r>
        <w:t>35</w:t>
      </w:r>
    </w:p>
    <w:p w:rsidR="001A20E9" w:rsidRDefault="001A20E9" w:rsidP="001A20E9">
      <w:pPr>
        <w:ind w:left="360"/>
      </w:pPr>
      <w:r>
        <w:t>37</w:t>
      </w:r>
    </w:p>
    <w:p w:rsidR="001A20E9" w:rsidRDefault="001A20E9" w:rsidP="001A20E9">
      <w:pPr>
        <w:ind w:left="360"/>
      </w:pPr>
      <w:r>
        <w:t>39</w:t>
      </w:r>
    </w:p>
    <w:p w:rsidR="001A20E9" w:rsidRDefault="001A20E9" w:rsidP="001A20E9">
      <w:pPr>
        <w:pStyle w:val="ListParagraph"/>
        <w:numPr>
          <w:ilvl w:val="0"/>
          <w:numId w:val="1"/>
        </w:numPr>
      </w:pPr>
      <w:r>
        <w:t>What is the next prime number after 43?</w:t>
      </w:r>
    </w:p>
    <w:p w:rsidR="001A20E9" w:rsidRDefault="001A20E9" w:rsidP="001A20E9">
      <w:pPr>
        <w:ind w:left="360"/>
      </w:pPr>
      <w:r>
        <w:t>44</w:t>
      </w:r>
    </w:p>
    <w:p w:rsidR="001A20E9" w:rsidRDefault="001A20E9" w:rsidP="001A20E9">
      <w:pPr>
        <w:ind w:left="360"/>
      </w:pPr>
      <w:r>
        <w:t>45</w:t>
      </w:r>
    </w:p>
    <w:p w:rsidR="001A20E9" w:rsidRDefault="001A20E9" w:rsidP="001A20E9">
      <w:pPr>
        <w:ind w:left="360"/>
      </w:pPr>
      <w:r>
        <w:t>46</w:t>
      </w:r>
    </w:p>
    <w:p w:rsidR="001A20E9" w:rsidRDefault="001A20E9" w:rsidP="001A20E9">
      <w:pPr>
        <w:ind w:left="360"/>
      </w:pPr>
      <w:r>
        <w:t>47</w:t>
      </w:r>
    </w:p>
    <w:p w:rsidR="001A20E9" w:rsidRDefault="001A20E9" w:rsidP="001A20E9">
      <w:pPr>
        <w:pStyle w:val="ListParagraph"/>
        <w:numPr>
          <w:ilvl w:val="0"/>
          <w:numId w:val="1"/>
        </w:numPr>
      </w:pPr>
      <w:r>
        <w:t>Is there an easy way to work out which numbers are prime?</w:t>
      </w:r>
    </w:p>
    <w:p w:rsidR="001A20E9" w:rsidRDefault="001A20E9" w:rsidP="001A20E9">
      <w:pPr>
        <w:ind w:left="360"/>
      </w:pPr>
      <w:r>
        <w:t>Yes</w:t>
      </w:r>
    </w:p>
    <w:p w:rsidR="001A20E9" w:rsidRDefault="001A20E9" w:rsidP="001A20E9">
      <w:pPr>
        <w:ind w:left="360"/>
      </w:pPr>
      <w:r>
        <w:t>No</w:t>
      </w:r>
    </w:p>
    <w:p w:rsidR="001A20E9" w:rsidRDefault="001A20E9" w:rsidP="001A20E9">
      <w:pPr>
        <w:ind w:left="360"/>
      </w:pPr>
      <w:r>
        <w:t>Sometimes</w:t>
      </w:r>
    </w:p>
    <w:p w:rsidR="001A20E9" w:rsidRDefault="001A20E9" w:rsidP="001A20E9">
      <w:pPr>
        <w:ind w:left="360"/>
      </w:pPr>
      <w:r>
        <w:t>Only if you are a genius</w:t>
      </w:r>
    </w:p>
    <w:p w:rsidR="001A20E9" w:rsidRDefault="001A20E9" w:rsidP="001A20E9">
      <w:pPr>
        <w:pStyle w:val="ListParagraph"/>
        <w:numPr>
          <w:ilvl w:val="0"/>
          <w:numId w:val="1"/>
        </w:numPr>
      </w:pPr>
      <w:r>
        <w:t>What is the next prime number after 97?</w:t>
      </w:r>
    </w:p>
    <w:p w:rsidR="001A20E9" w:rsidRDefault="001A20E9" w:rsidP="001A20E9">
      <w:pPr>
        <w:ind w:left="360"/>
      </w:pPr>
      <w:r>
        <w:t>98</w:t>
      </w:r>
    </w:p>
    <w:p w:rsidR="001A20E9" w:rsidRDefault="001A20E9" w:rsidP="001A20E9">
      <w:pPr>
        <w:ind w:left="360"/>
      </w:pPr>
      <w:r>
        <w:t>99</w:t>
      </w:r>
    </w:p>
    <w:p w:rsidR="001A20E9" w:rsidRDefault="001A20E9" w:rsidP="001A20E9">
      <w:pPr>
        <w:ind w:left="360"/>
      </w:pPr>
      <w:r>
        <w:t>100</w:t>
      </w:r>
    </w:p>
    <w:p w:rsidR="001A20E9" w:rsidRDefault="001A20E9" w:rsidP="001A20E9">
      <w:pPr>
        <w:ind w:left="360"/>
      </w:pPr>
      <w:r>
        <w:t>101</w:t>
      </w:r>
    </w:p>
    <w:p w:rsidR="00197864" w:rsidRDefault="00197864" w:rsidP="001A20E9">
      <w:pPr>
        <w:ind w:left="360"/>
      </w:pPr>
    </w:p>
    <w:p w:rsidR="00197864" w:rsidRDefault="00197864" w:rsidP="001A20E9">
      <w:pPr>
        <w:ind w:left="360"/>
      </w:pPr>
    </w:p>
    <w:p w:rsidR="00197864" w:rsidRDefault="00197864" w:rsidP="001A20E9">
      <w:pPr>
        <w:ind w:left="360"/>
      </w:pPr>
    </w:p>
    <w:p w:rsidR="00197864" w:rsidRPr="00197864" w:rsidRDefault="00197864" w:rsidP="00197864">
      <w:pPr>
        <w:shd w:val="clear" w:color="auto" w:fill="FFFFFF"/>
        <w:spacing w:after="150" w:line="336" w:lineRule="atLeast"/>
        <w:outlineLvl w:val="1"/>
        <w:rPr>
          <w:rFonts w:ascii="Verdana" w:eastAsia="Times New Roman" w:hAnsi="Verdana" w:cs="Arial"/>
          <w:b/>
          <w:bCs/>
          <w:color w:val="333333"/>
          <w:kern w:val="36"/>
          <w:sz w:val="23"/>
          <w:szCs w:val="23"/>
          <w:lang w:eastAsia="en-GB"/>
        </w:rPr>
      </w:pPr>
      <w:r w:rsidRPr="00197864">
        <w:rPr>
          <w:rFonts w:ascii="Verdana" w:eastAsia="Times New Roman" w:hAnsi="Verdana" w:cs="Arial"/>
          <w:b/>
          <w:bCs/>
          <w:color w:val="333333"/>
          <w:kern w:val="36"/>
          <w:sz w:val="23"/>
          <w:szCs w:val="23"/>
          <w:lang w:eastAsia="en-GB"/>
        </w:rPr>
        <w:lastRenderedPageBreak/>
        <w:t>Prime factors</w:t>
      </w:r>
    </w:p>
    <w:p w:rsidR="00197864" w:rsidRPr="00197864" w:rsidRDefault="00197864" w:rsidP="00197864">
      <w:pPr>
        <w:shd w:val="clear" w:color="auto" w:fill="FFFFFF"/>
        <w:spacing w:after="120" w:line="336" w:lineRule="atLeast"/>
        <w:rPr>
          <w:rFonts w:ascii="Verdana" w:eastAsia="Times New Roman" w:hAnsi="Verdana" w:cs="Arial"/>
          <w:color w:val="333333"/>
          <w:sz w:val="20"/>
          <w:szCs w:val="20"/>
          <w:lang w:eastAsia="en-GB"/>
        </w:rPr>
      </w:pPr>
      <w:r w:rsidRPr="00197864">
        <w:rPr>
          <w:rFonts w:ascii="Verdana" w:eastAsia="Times New Roman" w:hAnsi="Verdana" w:cs="Arial"/>
          <w:color w:val="333333"/>
          <w:sz w:val="20"/>
          <w:szCs w:val="20"/>
          <w:lang w:eastAsia="en-GB"/>
        </w:rPr>
        <w:t>Every number can be written as a product of prime numbers.</w:t>
      </w:r>
    </w:p>
    <w:p w:rsidR="00197864" w:rsidRPr="00197864" w:rsidRDefault="00197864" w:rsidP="00197864">
      <w:pPr>
        <w:shd w:val="clear" w:color="auto" w:fill="FFFFFF"/>
        <w:spacing w:after="120" w:line="336" w:lineRule="atLeast"/>
        <w:rPr>
          <w:rFonts w:ascii="Verdana" w:eastAsia="Times New Roman" w:hAnsi="Verdana" w:cs="Arial"/>
          <w:color w:val="333333"/>
          <w:sz w:val="20"/>
          <w:szCs w:val="20"/>
          <w:lang w:eastAsia="en-GB"/>
        </w:rPr>
      </w:pPr>
      <w:r w:rsidRPr="00197864">
        <w:rPr>
          <w:rFonts w:ascii="Verdana" w:eastAsia="Times New Roman" w:hAnsi="Verdana" w:cs="Arial"/>
          <w:color w:val="333333"/>
          <w:sz w:val="20"/>
          <w:szCs w:val="20"/>
          <w:lang w:eastAsia="en-GB"/>
        </w:rPr>
        <w:t>Remember: 'product' means 'times' or 'multiply'.</w:t>
      </w:r>
    </w:p>
    <w:p w:rsidR="00197864" w:rsidRPr="00197864" w:rsidRDefault="00197864" w:rsidP="00197864">
      <w:pPr>
        <w:shd w:val="clear" w:color="auto" w:fill="FFFFFF"/>
        <w:spacing w:after="120" w:line="336" w:lineRule="atLeast"/>
        <w:rPr>
          <w:rFonts w:ascii="Verdana" w:eastAsia="Times New Roman" w:hAnsi="Verdana" w:cs="Arial"/>
          <w:color w:val="333333"/>
          <w:sz w:val="20"/>
          <w:szCs w:val="20"/>
          <w:lang w:eastAsia="en-GB"/>
        </w:rPr>
      </w:pPr>
      <w:r w:rsidRPr="00197864">
        <w:rPr>
          <w:rFonts w:ascii="Verdana" w:eastAsia="Times New Roman" w:hAnsi="Verdana" w:cs="Arial"/>
          <w:color w:val="333333"/>
          <w:sz w:val="20"/>
          <w:szCs w:val="20"/>
          <w:lang w:eastAsia="en-GB"/>
        </w:rPr>
        <w:t>For example 40 = 2 x 2 x 2 x 5</w:t>
      </w:r>
    </w:p>
    <w:p w:rsidR="00197864" w:rsidRPr="00197864" w:rsidRDefault="00197864" w:rsidP="00197864">
      <w:pPr>
        <w:shd w:val="clear" w:color="auto" w:fill="FFFFFF"/>
        <w:spacing w:after="120" w:line="336" w:lineRule="atLeast"/>
        <w:rPr>
          <w:rFonts w:ascii="Verdana" w:eastAsia="Times New Roman" w:hAnsi="Verdana" w:cs="Arial"/>
          <w:color w:val="333333"/>
          <w:sz w:val="20"/>
          <w:szCs w:val="20"/>
          <w:lang w:eastAsia="en-GB"/>
        </w:rPr>
      </w:pPr>
      <w:r w:rsidRPr="00197864">
        <w:rPr>
          <w:rFonts w:ascii="Verdana" w:eastAsia="Times New Roman" w:hAnsi="Verdana" w:cs="Arial"/>
          <w:color w:val="333333"/>
          <w:sz w:val="20"/>
          <w:szCs w:val="20"/>
          <w:lang w:eastAsia="en-GB"/>
        </w:rPr>
        <w:t>126 = 2 x 3 x 3 x 7</w:t>
      </w:r>
    </w:p>
    <w:p w:rsidR="00197864" w:rsidRPr="00197864" w:rsidRDefault="00197864" w:rsidP="00197864">
      <w:pPr>
        <w:shd w:val="clear" w:color="auto" w:fill="FFFFFF"/>
        <w:spacing w:after="120" w:line="336" w:lineRule="atLeast"/>
        <w:rPr>
          <w:rFonts w:ascii="Verdana" w:eastAsia="Times New Roman" w:hAnsi="Verdana" w:cs="Arial"/>
          <w:color w:val="333333"/>
          <w:sz w:val="20"/>
          <w:szCs w:val="20"/>
          <w:lang w:eastAsia="en-GB"/>
        </w:rPr>
      </w:pPr>
      <w:r w:rsidRPr="00197864">
        <w:rPr>
          <w:rFonts w:ascii="Verdana" w:eastAsia="Times New Roman" w:hAnsi="Verdana" w:cs="Arial"/>
          <w:color w:val="333333"/>
          <w:sz w:val="20"/>
          <w:szCs w:val="20"/>
          <w:lang w:eastAsia="en-GB"/>
        </w:rPr>
        <w:t>28 = 2 x 2 x 7</w:t>
      </w:r>
    </w:p>
    <w:p w:rsidR="00197864" w:rsidRPr="00197864" w:rsidRDefault="00197864" w:rsidP="00197864">
      <w:pPr>
        <w:shd w:val="clear" w:color="auto" w:fill="FFFFFF"/>
        <w:spacing w:before="150" w:after="75" w:line="336" w:lineRule="atLeast"/>
        <w:outlineLvl w:val="2"/>
        <w:rPr>
          <w:rFonts w:ascii="Verdana" w:eastAsia="Times New Roman" w:hAnsi="Verdana" w:cs="Arial"/>
          <w:b/>
          <w:bCs/>
          <w:color w:val="F76100"/>
          <w:sz w:val="21"/>
          <w:szCs w:val="21"/>
          <w:lang w:eastAsia="en-GB"/>
        </w:rPr>
      </w:pPr>
      <w:r w:rsidRPr="00197864">
        <w:rPr>
          <w:rFonts w:ascii="Verdana" w:eastAsia="Times New Roman" w:hAnsi="Verdana" w:cs="Arial"/>
          <w:b/>
          <w:bCs/>
          <w:color w:val="F76100"/>
          <w:sz w:val="21"/>
          <w:szCs w:val="21"/>
          <w:lang w:eastAsia="en-GB"/>
        </w:rPr>
        <w:t xml:space="preserve">How do we write a number as a product of its prime factors? </w:t>
      </w:r>
    </w:p>
    <w:p w:rsidR="00197864" w:rsidRPr="00197864" w:rsidRDefault="00197864" w:rsidP="00197864">
      <w:pPr>
        <w:shd w:val="clear" w:color="auto" w:fill="FFFFFF"/>
        <w:spacing w:after="120" w:line="336" w:lineRule="atLeast"/>
        <w:rPr>
          <w:rFonts w:ascii="Verdana" w:eastAsia="Times New Roman" w:hAnsi="Verdana" w:cs="Arial"/>
          <w:color w:val="333333"/>
          <w:sz w:val="20"/>
          <w:szCs w:val="20"/>
          <w:lang w:eastAsia="en-GB"/>
        </w:rPr>
      </w:pPr>
      <w:r w:rsidRPr="00197864">
        <w:rPr>
          <w:rFonts w:ascii="Verdana" w:eastAsia="Times New Roman" w:hAnsi="Verdana" w:cs="Arial"/>
          <w:b/>
          <w:bCs/>
          <w:color w:val="333333"/>
          <w:sz w:val="20"/>
          <w:szCs w:val="20"/>
          <w:lang w:eastAsia="en-GB"/>
        </w:rPr>
        <w:t>Worked example</w:t>
      </w:r>
    </w:p>
    <w:p w:rsidR="00197864" w:rsidRPr="00197864" w:rsidRDefault="00197864" w:rsidP="00197864">
      <w:pPr>
        <w:shd w:val="clear" w:color="auto" w:fill="FFFFFF"/>
        <w:spacing w:after="120" w:line="336" w:lineRule="atLeast"/>
        <w:rPr>
          <w:rFonts w:ascii="Verdana" w:eastAsia="Times New Roman" w:hAnsi="Verdana" w:cs="Arial"/>
          <w:color w:val="333333"/>
          <w:sz w:val="20"/>
          <w:szCs w:val="20"/>
          <w:lang w:eastAsia="en-GB"/>
        </w:rPr>
      </w:pPr>
      <w:r w:rsidRPr="00197864">
        <w:rPr>
          <w:rFonts w:ascii="Verdana" w:eastAsia="Times New Roman" w:hAnsi="Verdana" w:cs="Arial"/>
          <w:color w:val="333333"/>
          <w:sz w:val="20"/>
          <w:szCs w:val="20"/>
          <w:lang w:eastAsia="en-GB"/>
        </w:rPr>
        <w:t>Write 24 as a product of its prime factors.</w:t>
      </w:r>
    </w:p>
    <w:p w:rsidR="00197864" w:rsidRPr="00197864" w:rsidRDefault="00197864" w:rsidP="00197864">
      <w:pPr>
        <w:shd w:val="clear" w:color="auto" w:fill="FFFFFF"/>
        <w:spacing w:after="120" w:line="336" w:lineRule="atLeast"/>
        <w:rPr>
          <w:rFonts w:ascii="Verdana" w:eastAsia="Times New Roman" w:hAnsi="Verdana" w:cs="Arial"/>
          <w:color w:val="333333"/>
          <w:sz w:val="20"/>
          <w:szCs w:val="20"/>
          <w:lang w:eastAsia="en-GB"/>
        </w:rPr>
      </w:pPr>
      <w:r w:rsidRPr="00197864">
        <w:rPr>
          <w:rFonts w:ascii="Verdana" w:eastAsia="Times New Roman" w:hAnsi="Verdana" w:cs="Arial"/>
          <w:color w:val="333333"/>
          <w:sz w:val="20"/>
          <w:szCs w:val="20"/>
          <w:lang w:eastAsia="en-GB"/>
        </w:rPr>
        <w:t>There are lots of ways to solve this. Here are two:</w:t>
      </w:r>
    </w:p>
    <w:p w:rsidR="00197864" w:rsidRPr="00197864" w:rsidRDefault="00197864" w:rsidP="00197864">
      <w:pPr>
        <w:shd w:val="clear" w:color="auto" w:fill="FFFFFF"/>
        <w:spacing w:after="120" w:line="336" w:lineRule="atLeast"/>
        <w:rPr>
          <w:rFonts w:ascii="Verdana" w:eastAsia="Times New Roman" w:hAnsi="Verdana" w:cs="Arial"/>
          <w:color w:val="333333"/>
          <w:sz w:val="20"/>
          <w:szCs w:val="20"/>
          <w:lang w:eastAsia="en-GB"/>
        </w:rPr>
      </w:pPr>
      <w:r w:rsidRPr="00197864">
        <w:rPr>
          <w:rFonts w:ascii="Verdana" w:eastAsia="Times New Roman" w:hAnsi="Verdana" w:cs="Arial"/>
          <w:b/>
          <w:bCs/>
          <w:color w:val="333333"/>
          <w:sz w:val="20"/>
          <w:szCs w:val="20"/>
          <w:lang w:eastAsia="en-GB"/>
        </w:rPr>
        <w:t>Solution 1</w:t>
      </w:r>
    </w:p>
    <w:p w:rsidR="00197864" w:rsidRPr="00197864" w:rsidRDefault="00197864" w:rsidP="00197864">
      <w:pPr>
        <w:shd w:val="clear" w:color="auto" w:fill="FFFFFF"/>
        <w:spacing w:after="120" w:line="336" w:lineRule="atLeast"/>
        <w:rPr>
          <w:rFonts w:ascii="Verdana" w:eastAsia="Times New Roman" w:hAnsi="Verdana" w:cs="Arial"/>
          <w:color w:val="333333"/>
          <w:sz w:val="20"/>
          <w:szCs w:val="20"/>
          <w:lang w:eastAsia="en-GB"/>
        </w:rPr>
      </w:pPr>
      <w:r w:rsidRPr="00197864">
        <w:rPr>
          <w:rFonts w:ascii="Verdana" w:eastAsia="Times New Roman" w:hAnsi="Verdana" w:cs="Arial"/>
          <w:color w:val="333333"/>
          <w:sz w:val="20"/>
          <w:szCs w:val="20"/>
          <w:lang w:eastAsia="en-GB"/>
        </w:rPr>
        <w:t>Start with the smallest prime number that divides into 24, in this case 2. 2 divides into all even numbers, so we can write 24 as:</w:t>
      </w:r>
    </w:p>
    <w:p w:rsidR="00197864" w:rsidRPr="00197864" w:rsidRDefault="00197864" w:rsidP="00197864">
      <w:pPr>
        <w:shd w:val="clear" w:color="auto" w:fill="FFFFFF"/>
        <w:spacing w:after="120" w:line="336" w:lineRule="atLeast"/>
        <w:rPr>
          <w:rFonts w:ascii="Verdana" w:eastAsia="Times New Roman" w:hAnsi="Verdana" w:cs="Arial"/>
          <w:color w:val="333333"/>
          <w:sz w:val="20"/>
          <w:szCs w:val="20"/>
          <w:lang w:eastAsia="en-GB"/>
        </w:rPr>
      </w:pPr>
      <w:r w:rsidRPr="00197864">
        <w:rPr>
          <w:rFonts w:ascii="Verdana" w:eastAsia="Times New Roman" w:hAnsi="Verdana" w:cs="Arial"/>
          <w:color w:val="333333"/>
          <w:sz w:val="20"/>
          <w:szCs w:val="20"/>
          <w:lang w:eastAsia="en-GB"/>
        </w:rPr>
        <w:t>24 = 2 x 12</w:t>
      </w:r>
    </w:p>
    <w:p w:rsidR="00197864" w:rsidRPr="00197864" w:rsidRDefault="00197864" w:rsidP="00197864">
      <w:pPr>
        <w:shd w:val="clear" w:color="auto" w:fill="FFFFFF"/>
        <w:spacing w:after="120" w:line="336" w:lineRule="atLeast"/>
        <w:rPr>
          <w:rFonts w:ascii="Verdana" w:eastAsia="Times New Roman" w:hAnsi="Verdana" w:cs="Arial"/>
          <w:color w:val="333333"/>
          <w:sz w:val="20"/>
          <w:szCs w:val="20"/>
          <w:lang w:eastAsia="en-GB"/>
        </w:rPr>
      </w:pPr>
      <w:r w:rsidRPr="00197864">
        <w:rPr>
          <w:rFonts w:ascii="Verdana" w:eastAsia="Times New Roman" w:hAnsi="Verdana" w:cs="Arial"/>
          <w:color w:val="333333"/>
          <w:sz w:val="20"/>
          <w:szCs w:val="20"/>
          <w:lang w:eastAsia="en-GB"/>
        </w:rPr>
        <w:t>Now think of the smallest prime number that divides into 12. Again we can use 2, and write the 12 as 2 x 6, to give.</w:t>
      </w:r>
    </w:p>
    <w:p w:rsidR="00197864" w:rsidRPr="00197864" w:rsidRDefault="00197864" w:rsidP="00197864">
      <w:pPr>
        <w:shd w:val="clear" w:color="auto" w:fill="FFFFFF"/>
        <w:spacing w:after="120" w:line="336" w:lineRule="atLeast"/>
        <w:rPr>
          <w:rFonts w:ascii="Verdana" w:eastAsia="Times New Roman" w:hAnsi="Verdana" w:cs="Arial"/>
          <w:color w:val="333333"/>
          <w:sz w:val="20"/>
          <w:szCs w:val="20"/>
          <w:lang w:eastAsia="en-GB"/>
        </w:rPr>
      </w:pPr>
      <w:r w:rsidRPr="00197864">
        <w:rPr>
          <w:rFonts w:ascii="Verdana" w:eastAsia="Times New Roman" w:hAnsi="Verdana" w:cs="Arial"/>
          <w:color w:val="333333"/>
          <w:sz w:val="20"/>
          <w:szCs w:val="20"/>
          <w:lang w:eastAsia="en-GB"/>
        </w:rPr>
        <w:t>24 = 2 x 2 x 6</w:t>
      </w:r>
    </w:p>
    <w:p w:rsidR="00197864" w:rsidRPr="00197864" w:rsidRDefault="00197864" w:rsidP="00197864">
      <w:pPr>
        <w:shd w:val="clear" w:color="auto" w:fill="FFFFFF"/>
        <w:spacing w:after="120" w:line="336" w:lineRule="atLeast"/>
        <w:rPr>
          <w:rFonts w:ascii="Verdana" w:eastAsia="Times New Roman" w:hAnsi="Verdana" w:cs="Arial"/>
          <w:color w:val="333333"/>
          <w:sz w:val="20"/>
          <w:szCs w:val="20"/>
          <w:lang w:eastAsia="en-GB"/>
        </w:rPr>
      </w:pPr>
      <w:r w:rsidRPr="00197864">
        <w:rPr>
          <w:rFonts w:ascii="Verdana" w:eastAsia="Times New Roman" w:hAnsi="Verdana" w:cs="Arial"/>
          <w:color w:val="333333"/>
          <w:sz w:val="20"/>
          <w:szCs w:val="20"/>
          <w:lang w:eastAsia="en-GB"/>
        </w:rPr>
        <w:t>6 also divides by 2 (6 = 2 x 3), so we have:</w:t>
      </w:r>
    </w:p>
    <w:p w:rsidR="00197864" w:rsidRPr="00197864" w:rsidRDefault="00197864" w:rsidP="00197864">
      <w:pPr>
        <w:shd w:val="clear" w:color="auto" w:fill="FFFFFF"/>
        <w:spacing w:after="120" w:line="336" w:lineRule="atLeast"/>
        <w:rPr>
          <w:rFonts w:ascii="Verdana" w:eastAsia="Times New Roman" w:hAnsi="Verdana" w:cs="Arial"/>
          <w:color w:val="333333"/>
          <w:sz w:val="20"/>
          <w:szCs w:val="20"/>
          <w:lang w:eastAsia="en-GB"/>
        </w:rPr>
      </w:pPr>
      <w:r w:rsidRPr="00197864">
        <w:rPr>
          <w:rFonts w:ascii="Verdana" w:eastAsia="Times New Roman" w:hAnsi="Verdana" w:cs="Arial"/>
          <w:color w:val="333333"/>
          <w:sz w:val="20"/>
          <w:szCs w:val="20"/>
          <w:lang w:eastAsia="en-GB"/>
        </w:rPr>
        <w:t>24 = 2 x 2 x 2 x 3</w:t>
      </w:r>
    </w:p>
    <w:p w:rsidR="00197864" w:rsidRPr="00197864" w:rsidRDefault="00197864" w:rsidP="00197864">
      <w:pPr>
        <w:shd w:val="clear" w:color="auto" w:fill="FFFFFF"/>
        <w:spacing w:after="120" w:line="336" w:lineRule="atLeast"/>
        <w:rPr>
          <w:rFonts w:ascii="Verdana" w:eastAsia="Times New Roman" w:hAnsi="Verdana" w:cs="Arial"/>
          <w:color w:val="333333"/>
          <w:sz w:val="20"/>
          <w:szCs w:val="20"/>
          <w:lang w:eastAsia="en-GB"/>
        </w:rPr>
      </w:pPr>
      <w:r w:rsidRPr="00197864">
        <w:rPr>
          <w:rFonts w:ascii="Verdana" w:eastAsia="Times New Roman" w:hAnsi="Verdana" w:cs="Arial"/>
          <w:color w:val="333333"/>
          <w:sz w:val="20"/>
          <w:szCs w:val="20"/>
          <w:lang w:eastAsia="en-GB"/>
        </w:rPr>
        <w:t>2, 2, 2 and 3 are all prime numbers, so we have our answer.</w:t>
      </w:r>
    </w:p>
    <w:p w:rsidR="00197864" w:rsidRPr="00197864" w:rsidRDefault="00197864" w:rsidP="00197864">
      <w:pPr>
        <w:shd w:val="clear" w:color="auto" w:fill="FFFFFF"/>
        <w:spacing w:after="120" w:line="336" w:lineRule="atLeast"/>
        <w:rPr>
          <w:rFonts w:ascii="Verdana" w:eastAsia="Times New Roman" w:hAnsi="Verdana" w:cs="Arial"/>
          <w:color w:val="333333"/>
          <w:sz w:val="20"/>
          <w:szCs w:val="20"/>
          <w:lang w:eastAsia="en-GB"/>
        </w:rPr>
      </w:pPr>
      <w:r w:rsidRPr="00197864">
        <w:rPr>
          <w:rFonts w:ascii="Verdana" w:eastAsia="Times New Roman" w:hAnsi="Verdana" w:cs="Arial"/>
          <w:color w:val="333333"/>
          <w:sz w:val="20"/>
          <w:szCs w:val="20"/>
          <w:lang w:eastAsia="en-GB"/>
        </w:rPr>
        <w:t xml:space="preserve">In short, we would write the solution as: </w:t>
      </w:r>
    </w:p>
    <w:p w:rsidR="00197864" w:rsidRPr="00197864" w:rsidRDefault="00197864" w:rsidP="00197864">
      <w:pPr>
        <w:shd w:val="clear" w:color="auto" w:fill="FFFFFF"/>
        <w:spacing w:after="120" w:line="336" w:lineRule="atLeast"/>
        <w:rPr>
          <w:rFonts w:ascii="Verdana" w:eastAsia="Times New Roman" w:hAnsi="Verdana" w:cs="Arial"/>
          <w:color w:val="333333"/>
          <w:sz w:val="20"/>
          <w:szCs w:val="20"/>
          <w:lang w:eastAsia="en-GB"/>
        </w:rPr>
      </w:pPr>
      <w:r w:rsidRPr="00197864">
        <w:rPr>
          <w:rFonts w:ascii="Verdana" w:eastAsia="Times New Roman" w:hAnsi="Verdana" w:cs="Arial"/>
          <w:color w:val="333333"/>
          <w:sz w:val="20"/>
          <w:szCs w:val="20"/>
          <w:lang w:eastAsia="en-GB"/>
        </w:rPr>
        <w:t>24 = 2 x 12</w:t>
      </w:r>
    </w:p>
    <w:p w:rsidR="00197864" w:rsidRPr="00197864" w:rsidRDefault="00197864" w:rsidP="00197864">
      <w:pPr>
        <w:shd w:val="clear" w:color="auto" w:fill="FFFFFF"/>
        <w:spacing w:after="120" w:line="336" w:lineRule="atLeast"/>
        <w:rPr>
          <w:rFonts w:ascii="Verdana" w:eastAsia="Times New Roman" w:hAnsi="Verdana" w:cs="Arial"/>
          <w:color w:val="333333"/>
          <w:sz w:val="20"/>
          <w:szCs w:val="20"/>
          <w:lang w:eastAsia="en-GB"/>
        </w:rPr>
      </w:pPr>
      <w:r w:rsidRPr="00197864">
        <w:rPr>
          <w:rFonts w:ascii="Verdana" w:eastAsia="Times New Roman" w:hAnsi="Verdana" w:cs="Arial"/>
          <w:color w:val="333333"/>
          <w:sz w:val="20"/>
          <w:szCs w:val="20"/>
          <w:lang w:eastAsia="en-GB"/>
        </w:rPr>
        <w:t>= 2 x 2 x 6</w:t>
      </w:r>
    </w:p>
    <w:p w:rsidR="00197864" w:rsidRPr="00197864" w:rsidRDefault="00197864" w:rsidP="00197864">
      <w:pPr>
        <w:shd w:val="clear" w:color="auto" w:fill="FFFFFF"/>
        <w:spacing w:after="120" w:line="336" w:lineRule="atLeast"/>
        <w:rPr>
          <w:rFonts w:ascii="Verdana" w:eastAsia="Times New Roman" w:hAnsi="Verdana" w:cs="Arial"/>
          <w:color w:val="333333"/>
          <w:sz w:val="20"/>
          <w:szCs w:val="20"/>
          <w:lang w:eastAsia="en-GB"/>
        </w:rPr>
      </w:pPr>
      <w:r w:rsidRPr="00197864">
        <w:rPr>
          <w:rFonts w:ascii="Verdana" w:eastAsia="Times New Roman" w:hAnsi="Verdana" w:cs="Arial"/>
          <w:color w:val="333333"/>
          <w:sz w:val="20"/>
          <w:szCs w:val="20"/>
          <w:lang w:eastAsia="en-GB"/>
        </w:rPr>
        <w:t>= 2 x 2 x 2 x 3</w:t>
      </w:r>
    </w:p>
    <w:p w:rsidR="00197864" w:rsidRPr="00197864" w:rsidRDefault="00197864" w:rsidP="00197864">
      <w:pPr>
        <w:shd w:val="clear" w:color="auto" w:fill="FFFFFF"/>
        <w:spacing w:after="120" w:line="336" w:lineRule="atLeast"/>
        <w:rPr>
          <w:rFonts w:ascii="Verdana" w:eastAsia="Times New Roman" w:hAnsi="Verdana" w:cs="Arial"/>
          <w:color w:val="333333"/>
          <w:sz w:val="20"/>
          <w:szCs w:val="20"/>
          <w:lang w:eastAsia="en-GB"/>
        </w:rPr>
      </w:pPr>
      <w:r w:rsidRPr="00197864">
        <w:rPr>
          <w:rFonts w:ascii="Verdana" w:eastAsia="Times New Roman" w:hAnsi="Verdana" w:cs="Arial"/>
          <w:b/>
          <w:bCs/>
          <w:color w:val="333333"/>
          <w:sz w:val="20"/>
          <w:szCs w:val="20"/>
          <w:lang w:eastAsia="en-GB"/>
        </w:rPr>
        <w:t>Solution 2</w:t>
      </w:r>
    </w:p>
    <w:p w:rsidR="00197864" w:rsidRDefault="00197864" w:rsidP="00197864">
      <w:pPr>
        <w:shd w:val="clear" w:color="auto" w:fill="FFFFFF"/>
        <w:spacing w:after="120" w:line="336" w:lineRule="atLeast"/>
        <w:rPr>
          <w:rFonts w:ascii="Verdana" w:eastAsia="Times New Roman" w:hAnsi="Verdana" w:cs="Arial"/>
          <w:color w:val="333333"/>
          <w:sz w:val="20"/>
          <w:szCs w:val="20"/>
          <w:lang w:eastAsia="en-GB"/>
        </w:rPr>
      </w:pPr>
      <w:r w:rsidRPr="00197864">
        <w:rPr>
          <w:rFonts w:ascii="Verdana" w:eastAsia="Times New Roman" w:hAnsi="Verdana" w:cs="Arial"/>
          <w:color w:val="333333"/>
          <w:sz w:val="20"/>
          <w:szCs w:val="20"/>
          <w:lang w:eastAsia="en-GB"/>
        </w:rPr>
        <w:t>We can also use a factor tree:</w:t>
      </w:r>
    </w:p>
    <w:p w:rsidR="007C2DCF" w:rsidRDefault="007C2DCF" w:rsidP="00197864">
      <w:pPr>
        <w:shd w:val="clear" w:color="auto" w:fill="FFFFFF"/>
        <w:spacing w:after="120" w:line="336" w:lineRule="atLeast"/>
        <w:rPr>
          <w:rFonts w:ascii="Verdana" w:eastAsia="Times New Roman" w:hAnsi="Verdana" w:cs="Arial"/>
          <w:color w:val="333333"/>
          <w:sz w:val="20"/>
          <w:szCs w:val="20"/>
          <w:lang w:eastAsia="en-GB"/>
        </w:rPr>
      </w:pPr>
    </w:p>
    <w:p w:rsidR="007C2DCF" w:rsidRDefault="007C2DCF" w:rsidP="00197864">
      <w:pPr>
        <w:shd w:val="clear" w:color="auto" w:fill="FFFFFF"/>
        <w:spacing w:after="120" w:line="336" w:lineRule="atLeast"/>
        <w:rPr>
          <w:rFonts w:ascii="Verdana" w:eastAsia="Times New Roman" w:hAnsi="Verdana" w:cs="Arial"/>
          <w:color w:val="333333"/>
          <w:sz w:val="20"/>
          <w:szCs w:val="20"/>
          <w:lang w:eastAsia="en-GB"/>
        </w:rPr>
      </w:pPr>
      <w:r>
        <w:rPr>
          <w:rFonts w:ascii="Verdana" w:eastAsia="Times New Roman" w:hAnsi="Verdana" w:cs="Arial"/>
          <w:color w:val="333333"/>
          <w:sz w:val="20"/>
          <w:szCs w:val="20"/>
          <w:lang w:eastAsia="en-GB"/>
        </w:rPr>
        <w:t>Plenary</w:t>
      </w:r>
    </w:p>
    <w:p w:rsidR="007C2DCF" w:rsidRDefault="007C2DCF" w:rsidP="00197864">
      <w:pPr>
        <w:shd w:val="clear" w:color="auto" w:fill="FFFFFF"/>
        <w:spacing w:after="120" w:line="336" w:lineRule="atLeast"/>
        <w:rPr>
          <w:rFonts w:ascii="Verdana" w:eastAsia="Times New Roman" w:hAnsi="Verdana" w:cs="Arial"/>
          <w:color w:val="333333"/>
          <w:sz w:val="20"/>
          <w:szCs w:val="20"/>
          <w:lang w:eastAsia="en-GB"/>
        </w:rPr>
      </w:pPr>
      <w:r>
        <w:rPr>
          <w:rFonts w:ascii="Verdana" w:eastAsia="Times New Roman" w:hAnsi="Verdana" w:cs="Arial"/>
          <w:color w:val="333333"/>
          <w:sz w:val="20"/>
          <w:szCs w:val="20"/>
          <w:lang w:eastAsia="en-GB"/>
        </w:rPr>
        <w:t>What is a prime factor?</w:t>
      </w:r>
    </w:p>
    <w:p w:rsidR="007C2DCF" w:rsidRDefault="007C2DCF" w:rsidP="00197864">
      <w:pPr>
        <w:shd w:val="clear" w:color="auto" w:fill="FFFFFF"/>
        <w:spacing w:after="120" w:line="336" w:lineRule="atLeast"/>
        <w:rPr>
          <w:rFonts w:ascii="Verdana" w:eastAsia="Times New Roman" w:hAnsi="Verdana" w:cs="Arial"/>
          <w:color w:val="333333"/>
          <w:sz w:val="20"/>
          <w:szCs w:val="20"/>
          <w:lang w:eastAsia="en-GB"/>
        </w:rPr>
      </w:pPr>
      <w:r>
        <w:rPr>
          <w:rFonts w:ascii="Verdana" w:eastAsia="Times New Roman" w:hAnsi="Verdana" w:cs="Arial"/>
          <w:color w:val="333333"/>
          <w:sz w:val="20"/>
          <w:szCs w:val="20"/>
          <w:lang w:eastAsia="en-GB"/>
        </w:rPr>
        <w:t>How many prime numbers are there between 0 and 100?</w:t>
      </w:r>
    </w:p>
    <w:p w:rsidR="007C2DCF" w:rsidRPr="00197864" w:rsidRDefault="007C2DCF" w:rsidP="00197864">
      <w:pPr>
        <w:shd w:val="clear" w:color="auto" w:fill="FFFFFF"/>
        <w:spacing w:after="120" w:line="336" w:lineRule="atLeast"/>
        <w:rPr>
          <w:rFonts w:ascii="Verdana" w:eastAsia="Times New Roman" w:hAnsi="Verdana" w:cs="Arial"/>
          <w:color w:val="333333"/>
          <w:sz w:val="20"/>
          <w:szCs w:val="20"/>
          <w:lang w:eastAsia="en-GB"/>
        </w:rPr>
      </w:pPr>
      <w:r>
        <w:rPr>
          <w:rFonts w:ascii="Verdana" w:eastAsia="Times New Roman" w:hAnsi="Verdana" w:cs="Arial"/>
          <w:color w:val="333333"/>
          <w:sz w:val="20"/>
          <w:szCs w:val="20"/>
          <w:lang w:eastAsia="en-GB"/>
        </w:rPr>
        <w:t>Write 72 as a product of it’s prime factors.</w:t>
      </w:r>
      <w:bookmarkStart w:id="0" w:name="_GoBack"/>
      <w:bookmarkEnd w:id="0"/>
    </w:p>
    <w:p w:rsidR="00197864" w:rsidRPr="00197864" w:rsidRDefault="00197864" w:rsidP="00197864">
      <w:pPr>
        <w:shd w:val="clear" w:color="auto" w:fill="FFFFFF"/>
        <w:spacing w:line="336" w:lineRule="atLeast"/>
        <w:rPr>
          <w:rFonts w:ascii="Verdana" w:eastAsia="Times New Roman" w:hAnsi="Verdana" w:cs="Arial"/>
          <w:color w:val="333333"/>
          <w:sz w:val="21"/>
          <w:szCs w:val="21"/>
          <w:lang w:eastAsia="en-GB"/>
        </w:rPr>
      </w:pPr>
      <w:r>
        <w:rPr>
          <w:rFonts w:ascii="Verdana" w:eastAsia="Times New Roman" w:hAnsi="Verdana" w:cs="Arial"/>
          <w:noProof/>
          <w:color w:val="333333"/>
          <w:sz w:val="21"/>
          <w:szCs w:val="21"/>
          <w:lang w:eastAsia="en-GB"/>
        </w:rPr>
        <w:drawing>
          <wp:inline distT="0" distB="0" distL="0" distR="0">
            <wp:extent cx="2152650" cy="2095500"/>
            <wp:effectExtent l="0" t="0" r="0" b="0"/>
            <wp:docPr id="1" name="Picture 1" descr="multiplying number tw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ultiplying number tw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7864" w:rsidRDefault="00197864" w:rsidP="001A20E9">
      <w:pPr>
        <w:ind w:left="360"/>
      </w:pPr>
    </w:p>
    <w:p w:rsidR="00C22266" w:rsidRDefault="00C22266"/>
    <w:p w:rsidR="00C22266" w:rsidRDefault="00C22266"/>
    <w:sectPr w:rsidR="00C222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3F5A2C"/>
    <w:multiLevelType w:val="hybridMultilevel"/>
    <w:tmpl w:val="E8DE0A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266"/>
    <w:rsid w:val="00197864"/>
    <w:rsid w:val="001A20E9"/>
    <w:rsid w:val="00227A78"/>
    <w:rsid w:val="0030598E"/>
    <w:rsid w:val="007C2DCF"/>
    <w:rsid w:val="00C22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20E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7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78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20E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7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78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1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13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20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5923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26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351445">
                              <w:marLeft w:val="0"/>
                              <w:marRight w:val="0"/>
                              <w:marTop w:val="21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7749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175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650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23FC47D9.dotm</Template>
  <TotalTime>33</TotalTime>
  <Pages>5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Bath Spa Univesity</Company>
  <LinksUpToDate>false</LinksUpToDate>
  <CharactersWithSpaces>3107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RUTH BUSH</dc:creator>
  <cp:lastModifiedBy>RUTH BUSH</cp:lastModifiedBy>
  <cp:revision>4</cp:revision>
  <dcterms:created xsi:type="dcterms:W3CDTF">2012-10-04T09:06:00Z</dcterms:created>
  <dcterms:modified xsi:type="dcterms:W3CDTF">2012-10-04T10:50:00Z</dcterms:modified>
</cp:coreProperties>
</file>