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4A3" w:rsidRPr="00F154A3" w:rsidRDefault="00F154A3" w:rsidP="00F154A3">
      <w:pPr>
        <w:pStyle w:val="NormalWeb"/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>
        <w:rPr>
          <w:b/>
          <w:sz w:val="28"/>
          <w:szCs w:val="28"/>
          <w:u w:val="single"/>
        </w:rPr>
        <w:t>Finding prime numbers!</w:t>
      </w:r>
    </w:p>
    <w:p w:rsidR="00F154A3" w:rsidRDefault="00F154A3" w:rsidP="00F154A3">
      <w:pPr>
        <w:pStyle w:val="NormalWeb"/>
      </w:pPr>
    </w:p>
    <w:p w:rsidR="00F154A3" w:rsidRDefault="00F154A3" w:rsidP="00F154A3">
      <w:pPr>
        <w:pStyle w:val="NormalWeb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698500</wp:posOffset>
            </wp:positionH>
            <wp:positionV relativeFrom="paragraph">
              <wp:posOffset>22860</wp:posOffset>
            </wp:positionV>
            <wp:extent cx="4522470" cy="4547235"/>
            <wp:effectExtent l="19050" t="0" r="0" b="0"/>
            <wp:wrapSquare wrapText="bothSides"/>
            <wp:docPr id="1" name="Picture 1" descr="100 Squa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00 Squar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2470" cy="4547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154A3" w:rsidRDefault="00F154A3" w:rsidP="00F154A3">
      <w:pPr>
        <w:pStyle w:val="NormalWeb"/>
      </w:pPr>
    </w:p>
    <w:p w:rsidR="00F154A3" w:rsidRDefault="00F154A3" w:rsidP="00F154A3">
      <w:pPr>
        <w:pStyle w:val="NormalWeb"/>
      </w:pPr>
    </w:p>
    <w:p w:rsidR="00F154A3" w:rsidRDefault="00F154A3" w:rsidP="00F154A3">
      <w:pPr>
        <w:pStyle w:val="NormalWeb"/>
      </w:pPr>
    </w:p>
    <w:p w:rsidR="00F154A3" w:rsidRDefault="00F154A3" w:rsidP="00F154A3">
      <w:pPr>
        <w:pStyle w:val="NormalWeb"/>
      </w:pPr>
    </w:p>
    <w:p w:rsidR="00F154A3" w:rsidRDefault="00F154A3" w:rsidP="00F154A3">
      <w:pPr>
        <w:pStyle w:val="NormalWeb"/>
      </w:pPr>
    </w:p>
    <w:p w:rsidR="00F154A3" w:rsidRDefault="00F154A3" w:rsidP="00F154A3">
      <w:pPr>
        <w:pStyle w:val="NormalWeb"/>
      </w:pPr>
    </w:p>
    <w:p w:rsidR="00F154A3" w:rsidRDefault="00F154A3" w:rsidP="00F154A3">
      <w:pPr>
        <w:pStyle w:val="NormalWeb"/>
      </w:pPr>
    </w:p>
    <w:p w:rsidR="00F154A3" w:rsidRDefault="00F154A3" w:rsidP="00F154A3">
      <w:pPr>
        <w:pStyle w:val="NormalWeb"/>
      </w:pPr>
    </w:p>
    <w:p w:rsidR="00F154A3" w:rsidRDefault="00F154A3" w:rsidP="00F154A3">
      <w:pPr>
        <w:pStyle w:val="NormalWeb"/>
      </w:pPr>
    </w:p>
    <w:p w:rsidR="00F154A3" w:rsidRDefault="00F154A3" w:rsidP="00F154A3">
      <w:pPr>
        <w:pStyle w:val="NormalWeb"/>
      </w:pPr>
    </w:p>
    <w:p w:rsidR="00F154A3" w:rsidRDefault="00F154A3" w:rsidP="00F154A3">
      <w:pPr>
        <w:pStyle w:val="NormalWeb"/>
      </w:pPr>
    </w:p>
    <w:p w:rsidR="00F154A3" w:rsidRDefault="00F154A3" w:rsidP="00F154A3">
      <w:pPr>
        <w:pStyle w:val="NormalWeb"/>
      </w:pPr>
    </w:p>
    <w:p w:rsidR="00F154A3" w:rsidRDefault="00F154A3" w:rsidP="00F154A3">
      <w:pPr>
        <w:pStyle w:val="NormalWeb"/>
      </w:pPr>
    </w:p>
    <w:p w:rsidR="00F154A3" w:rsidRDefault="00F154A3" w:rsidP="00F154A3">
      <w:pPr>
        <w:pStyle w:val="NormalWeb"/>
      </w:pPr>
      <w:r>
        <w:t>1) Colour number 1, because all primes are greater than 1.</w:t>
      </w:r>
    </w:p>
    <w:p w:rsidR="00F154A3" w:rsidRDefault="00F154A3" w:rsidP="00F154A3">
      <w:pPr>
        <w:pStyle w:val="NormalWeb"/>
      </w:pPr>
      <w:r>
        <w:t>2) Number 2 is a prime, so we can keep it, but we need to colour all the multiples of 2 (i.e. even numbers).</w:t>
      </w:r>
    </w:p>
    <w:p w:rsidR="00F154A3" w:rsidRDefault="00F154A3" w:rsidP="00F154A3">
      <w:pPr>
        <w:pStyle w:val="NormalWeb"/>
      </w:pPr>
      <w:r>
        <w:t>3) Number 3 is also a prime, so again we keep it and colour all the multiples of 3.</w:t>
      </w:r>
    </w:p>
    <w:p w:rsidR="00F154A3" w:rsidRDefault="00F154A3" w:rsidP="00F154A3">
      <w:pPr>
        <w:pStyle w:val="NormalWeb"/>
      </w:pPr>
      <w:r>
        <w:t>4) The next number left is 5 (because four has been crossed off), so we keep it and colour all the multiples of this number.</w:t>
      </w:r>
    </w:p>
    <w:p w:rsidR="00F154A3" w:rsidRDefault="00F154A3" w:rsidP="00F154A3">
      <w:pPr>
        <w:pStyle w:val="NormalWeb"/>
      </w:pPr>
      <w:r>
        <w:t>5) The final number left in the first row is number 7 (it is prime so keep it), so colour all the multiples of 7.</w:t>
      </w:r>
    </w:p>
    <w:p w:rsidR="00F154A3" w:rsidRDefault="00F154A3" w:rsidP="00F154A3">
      <w:pPr>
        <w:pStyle w:val="NormalWeb"/>
      </w:pPr>
      <w:r>
        <w:t>6) You have finished. All of the "surviving" numbers which you haven’t coloured on your grid are prime numbers.</w:t>
      </w:r>
    </w:p>
    <w:p w:rsidR="00862927" w:rsidRDefault="00862927"/>
    <w:sectPr w:rsidR="00862927" w:rsidSect="00862927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FF2" w:rsidRDefault="00FA3FF2" w:rsidP="00F154A3">
      <w:pPr>
        <w:spacing w:after="0" w:line="240" w:lineRule="auto"/>
      </w:pPr>
      <w:r>
        <w:separator/>
      </w:r>
    </w:p>
  </w:endnote>
  <w:endnote w:type="continuationSeparator" w:id="0">
    <w:p w:rsidR="00FA3FF2" w:rsidRDefault="00FA3FF2" w:rsidP="00F15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FF2" w:rsidRDefault="00FA3FF2" w:rsidP="00F154A3">
      <w:pPr>
        <w:spacing w:after="0" w:line="240" w:lineRule="auto"/>
      </w:pPr>
      <w:r>
        <w:separator/>
      </w:r>
    </w:p>
  </w:footnote>
  <w:footnote w:type="continuationSeparator" w:id="0">
    <w:p w:rsidR="00FA3FF2" w:rsidRDefault="00FA3FF2" w:rsidP="00F154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4A3" w:rsidRDefault="00F154A3" w:rsidP="00F154A3">
    <w:pPr>
      <w:pStyle w:val="Header"/>
      <w:tabs>
        <w:tab w:val="clear" w:pos="4513"/>
        <w:tab w:val="left" w:pos="3678"/>
      </w:tabs>
    </w:pPr>
    <w:r>
      <w:t>Name:                                    Objective: To know prime numbers up to 100</w:t>
    </w:r>
    <w:r>
      <w:tab/>
      <w:t>27/1/10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4A3"/>
    <w:rsid w:val="002B54C2"/>
    <w:rsid w:val="00862927"/>
    <w:rsid w:val="009E19BB"/>
    <w:rsid w:val="00BE5F06"/>
    <w:rsid w:val="00F154A3"/>
    <w:rsid w:val="00FA3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15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5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54A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154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54A3"/>
  </w:style>
  <w:style w:type="paragraph" w:styleId="Footer">
    <w:name w:val="footer"/>
    <w:basedOn w:val="Normal"/>
    <w:link w:val="FooterChar"/>
    <w:uiPriority w:val="99"/>
    <w:semiHidden/>
    <w:unhideWhenUsed/>
    <w:rsid w:val="00F154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54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15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5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54A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154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54A3"/>
  </w:style>
  <w:style w:type="paragraph" w:styleId="Footer">
    <w:name w:val="footer"/>
    <w:basedOn w:val="Normal"/>
    <w:link w:val="FooterChar"/>
    <w:uiPriority w:val="99"/>
    <w:semiHidden/>
    <w:unhideWhenUsed/>
    <w:rsid w:val="00F154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54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90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5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75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3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454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83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AAFBAA27.dotm</Template>
  <TotalTime>1</TotalTime>
  <Pages>1</Pages>
  <Words>95</Words>
  <Characters>548</Characters>
  <Application>Microsoft Office Word</Application>
  <DocSecurity>4</DocSecurity>
  <Lines>4</Lines>
  <Paragraphs>1</Paragraphs>
  <ScaleCrop>false</ScaleCrop>
  <Company>Hewlett-Packard</Company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Bonnie</dc:creator>
  <cp:lastModifiedBy>LILLIAN PAGET</cp:lastModifiedBy>
  <cp:revision>2</cp:revision>
  <dcterms:created xsi:type="dcterms:W3CDTF">2012-10-04T09:07:00Z</dcterms:created>
  <dcterms:modified xsi:type="dcterms:W3CDTF">2012-10-04T09:07:00Z</dcterms:modified>
</cp:coreProperties>
</file>