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68" w:rsidRDefault="00CF439A" w:rsidP="00CF439A">
      <w:pPr>
        <w:jc w:val="center"/>
        <w:rPr>
          <w:b/>
          <w:sz w:val="28"/>
          <w:u w:val="single"/>
        </w:rPr>
      </w:pPr>
      <w:r w:rsidRPr="00CF439A">
        <w:rPr>
          <w:b/>
          <w:sz w:val="28"/>
          <w:u w:val="single"/>
        </w:rPr>
        <w:t>Two primes make one square</w:t>
      </w:r>
    </w:p>
    <w:p w:rsidR="00CF439A" w:rsidRPr="00CF439A" w:rsidRDefault="00CF439A" w:rsidP="00CF439A">
      <w:pPr>
        <w:jc w:val="center"/>
        <w:rPr>
          <w:b/>
          <w:sz w:val="28"/>
          <w:u w:val="single"/>
        </w:rPr>
      </w:pPr>
    </w:p>
    <w:p w:rsidR="00CF439A" w:rsidRDefault="00CF439A" w:rsidP="00CF439A">
      <w:pPr>
        <w:pStyle w:val="ListParagraph"/>
        <w:numPr>
          <w:ilvl w:val="0"/>
          <w:numId w:val="1"/>
        </w:numPr>
      </w:pPr>
      <w:r>
        <w:t xml:space="preserve">Can you make square numbers by adding 2 prime numbers together? </w:t>
      </w:r>
    </w:p>
    <w:p w:rsidR="00CF439A" w:rsidRDefault="00CF439A" w:rsidP="00CF439A">
      <w:pPr>
        <w:pStyle w:val="ListParagraph"/>
        <w:numPr>
          <w:ilvl w:val="0"/>
          <w:numId w:val="1"/>
        </w:numPr>
      </w:pPr>
      <w:r>
        <w:t xml:space="preserve">Are there any that can not be made? </w:t>
      </w:r>
    </w:p>
    <w:p w:rsidR="00CF439A" w:rsidRDefault="00CF439A" w:rsidP="00CF439A">
      <w:pPr>
        <w:pStyle w:val="ListParagraph"/>
        <w:numPr>
          <w:ilvl w:val="1"/>
          <w:numId w:val="1"/>
        </w:numPr>
      </w:pPr>
      <w:proofErr w:type="spellStart"/>
      <w:r>
        <w:t>Eg</w:t>
      </w:r>
      <w:proofErr w:type="spellEnd"/>
      <w:r>
        <w:t>. 2+2=4</w:t>
      </w:r>
      <w:r>
        <w:tab/>
        <w:t>2+7=9</w:t>
      </w:r>
      <w:r>
        <w:tab/>
      </w:r>
      <w:r>
        <w:tab/>
        <w:t>5+11=16</w:t>
      </w:r>
    </w:p>
    <w:p w:rsidR="00CF439A" w:rsidRDefault="00CF439A" w:rsidP="00CF439A"/>
    <w:p w:rsidR="00CF439A" w:rsidRDefault="00CF439A" w:rsidP="00CF439A">
      <w:r>
        <w:t>Answers: 121 and 289 impossible</w:t>
      </w:r>
    </w:p>
    <w:p w:rsidR="00CF439A" w:rsidRDefault="00CF439A" w:rsidP="00CF439A">
      <w:pPr>
        <w:pBdr>
          <w:bottom w:val="single" w:sz="6" w:space="1" w:color="auto"/>
        </w:pBdr>
      </w:pPr>
    </w:p>
    <w:p w:rsidR="00CF439A" w:rsidRDefault="00CF439A" w:rsidP="00CF439A"/>
    <w:p w:rsidR="00CF439A" w:rsidRDefault="00CF439A" w:rsidP="00CF439A">
      <w:pPr>
        <w:jc w:val="center"/>
        <w:rPr>
          <w:b/>
          <w:sz w:val="28"/>
          <w:u w:val="single"/>
        </w:rPr>
      </w:pPr>
      <w:r w:rsidRPr="00CF439A">
        <w:rPr>
          <w:b/>
          <w:sz w:val="28"/>
          <w:u w:val="single"/>
        </w:rPr>
        <w:t>Prime magic square</w:t>
      </w:r>
    </w:p>
    <w:p w:rsidR="00CF439A" w:rsidRDefault="00CF439A" w:rsidP="00CF439A">
      <w:pPr>
        <w:pStyle w:val="ListParagraph"/>
        <w:numPr>
          <w:ilvl w:val="0"/>
          <w:numId w:val="2"/>
        </w:numPr>
      </w:pPr>
      <w:r>
        <w:t>Place the numbers 1-9 in a 3 by 3 grid, so that all columns and rows add to a prime number.</w:t>
      </w: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CF439A" w:rsidTr="00CF439A">
        <w:tc>
          <w:tcPr>
            <w:tcW w:w="1134" w:type="dxa"/>
          </w:tcPr>
          <w:p w:rsidR="00CF439A" w:rsidRDefault="00CF439A" w:rsidP="00CF439A"/>
          <w:p w:rsidR="00CF439A" w:rsidRDefault="00CF439A" w:rsidP="00CF439A"/>
        </w:tc>
        <w:tc>
          <w:tcPr>
            <w:tcW w:w="1134" w:type="dxa"/>
          </w:tcPr>
          <w:p w:rsidR="00CF439A" w:rsidRDefault="00CF439A" w:rsidP="00CF439A"/>
        </w:tc>
        <w:tc>
          <w:tcPr>
            <w:tcW w:w="1134" w:type="dxa"/>
          </w:tcPr>
          <w:p w:rsidR="00CF439A" w:rsidRDefault="00CF439A" w:rsidP="00CF439A"/>
        </w:tc>
      </w:tr>
      <w:tr w:rsidR="00CF439A" w:rsidTr="00CF439A">
        <w:tc>
          <w:tcPr>
            <w:tcW w:w="1134" w:type="dxa"/>
          </w:tcPr>
          <w:p w:rsidR="00CF439A" w:rsidRDefault="00CF439A" w:rsidP="00CF439A"/>
          <w:p w:rsidR="00CF439A" w:rsidRDefault="00CF439A" w:rsidP="00CF439A"/>
        </w:tc>
        <w:tc>
          <w:tcPr>
            <w:tcW w:w="1134" w:type="dxa"/>
          </w:tcPr>
          <w:p w:rsidR="00CF439A" w:rsidRDefault="00CF439A" w:rsidP="00CF439A"/>
        </w:tc>
        <w:tc>
          <w:tcPr>
            <w:tcW w:w="1134" w:type="dxa"/>
          </w:tcPr>
          <w:p w:rsidR="00CF439A" w:rsidRDefault="00CF439A" w:rsidP="00CF439A"/>
        </w:tc>
      </w:tr>
      <w:tr w:rsidR="00CF439A" w:rsidTr="00CF439A">
        <w:tc>
          <w:tcPr>
            <w:tcW w:w="1134" w:type="dxa"/>
          </w:tcPr>
          <w:p w:rsidR="00CF439A" w:rsidRDefault="00CF439A" w:rsidP="00CF439A"/>
          <w:p w:rsidR="00CF439A" w:rsidRDefault="00CF439A" w:rsidP="00CF439A"/>
        </w:tc>
        <w:tc>
          <w:tcPr>
            <w:tcW w:w="1134" w:type="dxa"/>
          </w:tcPr>
          <w:p w:rsidR="00CF439A" w:rsidRDefault="00CF439A" w:rsidP="00CF439A"/>
        </w:tc>
        <w:tc>
          <w:tcPr>
            <w:tcW w:w="1134" w:type="dxa"/>
          </w:tcPr>
          <w:p w:rsidR="00CF439A" w:rsidRDefault="00CF439A" w:rsidP="00CF439A"/>
        </w:tc>
      </w:tr>
    </w:tbl>
    <w:p w:rsidR="00CF439A" w:rsidRDefault="00CF439A" w:rsidP="00CF439A"/>
    <w:p w:rsidR="00CF439A" w:rsidRDefault="00CF439A" w:rsidP="00CF439A">
      <w:pPr>
        <w:pStyle w:val="ListParagraph"/>
        <w:numPr>
          <w:ilvl w:val="0"/>
          <w:numId w:val="2"/>
        </w:numPr>
      </w:pPr>
      <w:r>
        <w:t xml:space="preserve">How many solutions can you find? </w:t>
      </w:r>
    </w:p>
    <w:p w:rsidR="00CF439A" w:rsidRDefault="00CF439A" w:rsidP="00CF439A">
      <w:pPr>
        <w:pStyle w:val="ListParagraph"/>
        <w:numPr>
          <w:ilvl w:val="0"/>
          <w:numId w:val="2"/>
        </w:numPr>
      </w:pPr>
      <w:r>
        <w:t xml:space="preserve">Extension: Show that it is impossible to do including diagonals. </w:t>
      </w:r>
    </w:p>
    <w:p w:rsidR="00CF439A" w:rsidRDefault="00CF439A" w:rsidP="00CF439A">
      <w:r>
        <w:t>Answers: Lots of various triplets see below for example</w:t>
      </w: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CF439A" w:rsidTr="00F428C0">
        <w:tc>
          <w:tcPr>
            <w:tcW w:w="1134" w:type="dxa"/>
          </w:tcPr>
          <w:p w:rsidR="00CF439A" w:rsidRDefault="00CF439A" w:rsidP="00CF439A">
            <w:pPr>
              <w:jc w:val="center"/>
            </w:pPr>
            <w:r>
              <w:t>2</w:t>
            </w:r>
          </w:p>
          <w:p w:rsidR="00CF439A" w:rsidRDefault="00CF439A" w:rsidP="00CF439A">
            <w:pPr>
              <w:jc w:val="center"/>
            </w:pPr>
          </w:p>
        </w:tc>
        <w:tc>
          <w:tcPr>
            <w:tcW w:w="1134" w:type="dxa"/>
          </w:tcPr>
          <w:p w:rsidR="00CF439A" w:rsidRDefault="00CF439A" w:rsidP="00CF439A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CF439A" w:rsidRDefault="00CF439A" w:rsidP="00CF439A">
            <w:pPr>
              <w:jc w:val="center"/>
            </w:pPr>
            <w:r>
              <w:t>3</w:t>
            </w:r>
          </w:p>
        </w:tc>
      </w:tr>
      <w:tr w:rsidR="00CF439A" w:rsidTr="00F428C0">
        <w:tc>
          <w:tcPr>
            <w:tcW w:w="1134" w:type="dxa"/>
          </w:tcPr>
          <w:p w:rsidR="00CF439A" w:rsidRDefault="00CF439A" w:rsidP="00CF439A">
            <w:pPr>
              <w:jc w:val="center"/>
            </w:pPr>
          </w:p>
          <w:p w:rsidR="00CF439A" w:rsidRDefault="00CF439A" w:rsidP="00CF439A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F439A" w:rsidRDefault="00CF439A" w:rsidP="00CF439A">
            <w:pPr>
              <w:jc w:val="center"/>
            </w:pPr>
          </w:p>
          <w:p w:rsidR="00CF439A" w:rsidRDefault="00CF439A" w:rsidP="00CF439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CF439A" w:rsidRDefault="00CF439A" w:rsidP="00CF439A">
            <w:pPr>
              <w:jc w:val="center"/>
            </w:pPr>
          </w:p>
          <w:p w:rsidR="00CF439A" w:rsidRDefault="00CF439A" w:rsidP="00CF439A">
            <w:pPr>
              <w:jc w:val="center"/>
            </w:pPr>
            <w:r>
              <w:t>9</w:t>
            </w:r>
          </w:p>
        </w:tc>
      </w:tr>
      <w:tr w:rsidR="00CF439A" w:rsidTr="00F428C0">
        <w:tc>
          <w:tcPr>
            <w:tcW w:w="1134" w:type="dxa"/>
          </w:tcPr>
          <w:p w:rsidR="00CF439A" w:rsidRDefault="00CF439A" w:rsidP="00CF439A">
            <w:pPr>
              <w:jc w:val="center"/>
            </w:pPr>
          </w:p>
          <w:p w:rsidR="00CF439A" w:rsidRDefault="00CF439A" w:rsidP="00CF439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CF439A" w:rsidRDefault="00CF439A" w:rsidP="00CF439A">
            <w:pPr>
              <w:jc w:val="center"/>
            </w:pPr>
          </w:p>
          <w:p w:rsidR="00CF439A" w:rsidRDefault="00CF439A" w:rsidP="00CF439A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CF439A" w:rsidRDefault="00CF439A" w:rsidP="00CF439A">
            <w:pPr>
              <w:jc w:val="center"/>
            </w:pPr>
          </w:p>
          <w:p w:rsidR="00CF439A" w:rsidRDefault="00CF439A" w:rsidP="00CF439A">
            <w:pPr>
              <w:jc w:val="center"/>
            </w:pPr>
            <w:r>
              <w:t>1</w:t>
            </w:r>
          </w:p>
        </w:tc>
      </w:tr>
    </w:tbl>
    <w:p w:rsidR="00CF439A" w:rsidRDefault="00CF439A" w:rsidP="00CF439A">
      <w:pPr>
        <w:jc w:val="center"/>
      </w:pPr>
    </w:p>
    <w:p w:rsidR="00CF439A" w:rsidRDefault="00CF439A" w:rsidP="00CF439A">
      <w:pPr>
        <w:jc w:val="center"/>
      </w:pPr>
    </w:p>
    <w:p w:rsidR="00CF439A" w:rsidRDefault="00CF439A" w:rsidP="00CF439A">
      <w:pPr>
        <w:jc w:val="center"/>
      </w:pPr>
    </w:p>
    <w:p w:rsidR="00CF439A" w:rsidRDefault="00CF439A" w:rsidP="00CF439A">
      <w:pPr>
        <w:jc w:val="center"/>
      </w:pPr>
    </w:p>
    <w:p w:rsidR="00CF439A" w:rsidRDefault="00CF439A">
      <w:r>
        <w:br w:type="page"/>
      </w:r>
    </w:p>
    <w:p w:rsidR="00CF439A" w:rsidRDefault="00AA4870" w:rsidP="00CF439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P</w:t>
      </w:r>
      <w:r w:rsidR="00CF439A" w:rsidRPr="00CF439A">
        <w:rPr>
          <w:b/>
          <w:sz w:val="28"/>
          <w:u w:val="single"/>
        </w:rPr>
        <w:t>rimes</w:t>
      </w:r>
    </w:p>
    <w:p w:rsidR="00CF439A" w:rsidRPr="00CF439A" w:rsidRDefault="00CF439A" w:rsidP="00CF439A">
      <w:pPr>
        <w:jc w:val="center"/>
        <w:rPr>
          <w:b/>
          <w:sz w:val="28"/>
          <w:u w:val="single"/>
        </w:rPr>
      </w:pPr>
    </w:p>
    <w:p w:rsidR="00CF439A" w:rsidRDefault="00CF439A" w:rsidP="00CF439A">
      <w:pPr>
        <w:pStyle w:val="ListParagraph"/>
        <w:numPr>
          <w:ilvl w:val="0"/>
          <w:numId w:val="3"/>
        </w:numPr>
      </w:pPr>
      <w:r>
        <w:t>Cards numbered 0-9</w:t>
      </w:r>
    </w:p>
    <w:p w:rsidR="00CF439A" w:rsidRDefault="00CF439A" w:rsidP="00CF439A">
      <w:pPr>
        <w:pStyle w:val="ListParagraph"/>
        <w:numPr>
          <w:ilvl w:val="0"/>
          <w:numId w:val="3"/>
        </w:numPr>
      </w:pPr>
      <w:r>
        <w:t>Rearrange them to make 5 prime numbers, can you find different ways of doing it?</w:t>
      </w:r>
    </w:p>
    <w:p w:rsidR="00CF439A" w:rsidRDefault="00CF439A" w:rsidP="00CF439A">
      <w:pPr>
        <w:pStyle w:val="ListParagraph"/>
        <w:numPr>
          <w:ilvl w:val="0"/>
          <w:numId w:val="3"/>
        </w:numPr>
      </w:pPr>
      <w:r>
        <w:t>Can you do it with 5 2digit numbers?</w:t>
      </w:r>
    </w:p>
    <w:p w:rsidR="00CF439A" w:rsidRDefault="00CF439A" w:rsidP="00CF439A">
      <w:pPr>
        <w:pStyle w:val="ListParagraph"/>
        <w:numPr>
          <w:ilvl w:val="0"/>
          <w:numId w:val="3"/>
        </w:numPr>
      </w:pPr>
      <w:r>
        <w:t>How about different digit numbers?</w:t>
      </w:r>
    </w:p>
    <w:p w:rsidR="00CF439A" w:rsidRDefault="00CF439A" w:rsidP="00CF439A"/>
    <w:p w:rsidR="00CF439A" w:rsidRDefault="00CF439A" w:rsidP="00CF439A">
      <w:pPr>
        <w:pBdr>
          <w:bottom w:val="single" w:sz="6" w:space="1" w:color="auto"/>
        </w:pBdr>
      </w:pPr>
    </w:p>
    <w:p w:rsidR="00CF439A" w:rsidRPr="00AA4870" w:rsidRDefault="00CF439A" w:rsidP="00AA4870">
      <w:pPr>
        <w:jc w:val="center"/>
        <w:rPr>
          <w:b/>
          <w:sz w:val="28"/>
          <w:u w:val="single"/>
        </w:rPr>
      </w:pPr>
    </w:p>
    <w:p w:rsidR="00CF439A" w:rsidRPr="00AA4870" w:rsidRDefault="00CF439A" w:rsidP="00AA4870">
      <w:pPr>
        <w:jc w:val="center"/>
        <w:rPr>
          <w:b/>
          <w:sz w:val="28"/>
          <w:u w:val="single"/>
        </w:rPr>
      </w:pPr>
      <w:r w:rsidRPr="00AA4870">
        <w:rPr>
          <w:b/>
          <w:sz w:val="28"/>
          <w:u w:val="single"/>
        </w:rPr>
        <w:t>Never prime</w:t>
      </w:r>
    </w:p>
    <w:p w:rsidR="00AA4870" w:rsidRDefault="00AA4870" w:rsidP="00AA4870">
      <w:pPr>
        <w:pStyle w:val="ListParagraph"/>
        <w:numPr>
          <w:ilvl w:val="0"/>
          <w:numId w:val="4"/>
        </w:numPr>
      </w:pPr>
      <w:r>
        <w:t>Take any 2 digit number, reverse its digits, and subtract the smaller number from the larger.</w:t>
      </w:r>
    </w:p>
    <w:p w:rsidR="00AA4870" w:rsidRDefault="00AA4870" w:rsidP="00AA4870">
      <w:pPr>
        <w:pStyle w:val="ListParagraph"/>
        <w:numPr>
          <w:ilvl w:val="1"/>
          <w:numId w:val="4"/>
        </w:numPr>
      </w:pPr>
      <w:proofErr w:type="spellStart"/>
      <w:r>
        <w:t>Eg</w:t>
      </w:r>
      <w:proofErr w:type="spellEnd"/>
      <w:r>
        <w:t>. 42-24=18</w:t>
      </w:r>
    </w:p>
    <w:p w:rsidR="00AA4870" w:rsidRDefault="00AA4870" w:rsidP="00AA4870">
      <w:pPr>
        <w:pStyle w:val="ListParagraph"/>
        <w:numPr>
          <w:ilvl w:val="0"/>
          <w:numId w:val="4"/>
        </w:numPr>
      </w:pPr>
      <w:r>
        <w:t>Do you ever end up with a prime number?</w:t>
      </w:r>
    </w:p>
    <w:p w:rsidR="00AA4870" w:rsidRDefault="00AA4870" w:rsidP="00AA4870">
      <w:pPr>
        <w:pStyle w:val="ListParagraph"/>
        <w:numPr>
          <w:ilvl w:val="0"/>
          <w:numId w:val="4"/>
        </w:numPr>
      </w:pPr>
      <w:r>
        <w:t>Can you prove that you never get a prime?</w:t>
      </w:r>
    </w:p>
    <w:p w:rsidR="00AA4870" w:rsidRDefault="00AA4870" w:rsidP="00AA4870">
      <w:pPr>
        <w:pStyle w:val="ListParagraph"/>
        <w:numPr>
          <w:ilvl w:val="0"/>
          <w:numId w:val="4"/>
        </w:numPr>
      </w:pPr>
      <w:r>
        <w:t>Extension: Try 3 or 4 digit numbers.</w:t>
      </w:r>
    </w:p>
    <w:p w:rsidR="00AA4870" w:rsidRDefault="00AA4870" w:rsidP="00AA4870">
      <w:pPr>
        <w:pStyle w:val="ListParagraph"/>
      </w:pPr>
    </w:p>
    <w:p w:rsidR="00AA4870" w:rsidRDefault="00AA4870" w:rsidP="00AA4870">
      <w:pPr>
        <w:pBdr>
          <w:bottom w:val="single" w:sz="6" w:space="1" w:color="auto"/>
        </w:pBdr>
      </w:pPr>
      <w:r>
        <w:t>Answers: They end as multiples of 9, can be shown algebraically.</w:t>
      </w:r>
    </w:p>
    <w:p w:rsidR="00AA4870" w:rsidRPr="00AA4870" w:rsidRDefault="00AA4870" w:rsidP="00AA4870">
      <w:pPr>
        <w:jc w:val="center"/>
        <w:rPr>
          <w:b/>
          <w:sz w:val="28"/>
          <w:u w:val="single"/>
        </w:rPr>
      </w:pPr>
    </w:p>
    <w:p w:rsidR="00AA4870" w:rsidRDefault="00AA4870" w:rsidP="00AA4870">
      <w:pPr>
        <w:jc w:val="center"/>
        <w:rPr>
          <w:b/>
          <w:sz w:val="28"/>
          <w:u w:val="single"/>
        </w:rPr>
      </w:pPr>
      <w:r w:rsidRPr="00AA4870">
        <w:rPr>
          <w:b/>
          <w:sz w:val="28"/>
          <w:u w:val="single"/>
        </w:rPr>
        <w:t>Primes, squares, factors, multiples</w:t>
      </w:r>
    </w:p>
    <w:p w:rsidR="00AA4870" w:rsidRPr="00AA4870" w:rsidRDefault="00AA4870" w:rsidP="00AA4870">
      <w:pPr>
        <w:jc w:val="center"/>
        <w:rPr>
          <w:b/>
          <w:sz w:val="28"/>
          <w:u w:val="single"/>
        </w:rPr>
      </w:pPr>
    </w:p>
    <w:p w:rsidR="00AA4870" w:rsidRDefault="00AA4870" w:rsidP="00AA4870">
      <w:pPr>
        <w:pStyle w:val="ListParagraph"/>
        <w:numPr>
          <w:ilvl w:val="0"/>
          <w:numId w:val="5"/>
        </w:numPr>
      </w:pPr>
      <w:r>
        <w:t>Grid 1-100 on the board, or sheet in pairs.</w:t>
      </w:r>
    </w:p>
    <w:p w:rsidR="00AA4870" w:rsidRDefault="00AA4870" w:rsidP="00AA4870">
      <w:pPr>
        <w:pStyle w:val="ListParagraph"/>
        <w:numPr>
          <w:ilvl w:val="0"/>
          <w:numId w:val="5"/>
        </w:numPr>
      </w:pPr>
      <w:r>
        <w:t xml:space="preserve">First person chooses a number to cross off, next person has to pick the next number with a link, either both are prime, one is a factor of the next etc. </w:t>
      </w:r>
    </w:p>
    <w:p w:rsidR="00AA4870" w:rsidRDefault="00AA4870" w:rsidP="00AA4870">
      <w:pPr>
        <w:pStyle w:val="ListParagraph"/>
        <w:numPr>
          <w:ilvl w:val="0"/>
          <w:numId w:val="5"/>
        </w:numPr>
      </w:pPr>
      <w:r>
        <w:t>Extension: Could include working in pairs to find out what the longest sequence they could make is.</w:t>
      </w:r>
    </w:p>
    <w:p w:rsidR="00AA4870" w:rsidRDefault="00AA4870" w:rsidP="00AA4870">
      <w:pPr>
        <w:pStyle w:val="ListParagraph"/>
        <w:numPr>
          <w:ilvl w:val="0"/>
          <w:numId w:val="5"/>
        </w:numPr>
      </w:pPr>
      <w:r>
        <w:t>Can be differentiated, using different options.</w:t>
      </w:r>
    </w:p>
    <w:p w:rsidR="00AA4870" w:rsidRPr="00CF439A" w:rsidRDefault="00AA4870" w:rsidP="00AA4870">
      <w:bookmarkStart w:id="0" w:name="_GoBack"/>
      <w:bookmarkEnd w:id="0"/>
    </w:p>
    <w:sectPr w:rsidR="00AA4870" w:rsidRPr="00CF43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E71"/>
    <w:multiLevelType w:val="hybridMultilevel"/>
    <w:tmpl w:val="46EC4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60AB8"/>
    <w:multiLevelType w:val="hybridMultilevel"/>
    <w:tmpl w:val="C262B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C3D8B"/>
    <w:multiLevelType w:val="hybridMultilevel"/>
    <w:tmpl w:val="81DE8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45F6F"/>
    <w:multiLevelType w:val="hybridMultilevel"/>
    <w:tmpl w:val="3E1AB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93DD0"/>
    <w:multiLevelType w:val="hybridMultilevel"/>
    <w:tmpl w:val="0BE0E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9A"/>
    <w:rsid w:val="00832168"/>
    <w:rsid w:val="00AA4870"/>
    <w:rsid w:val="00C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39A"/>
    <w:pPr>
      <w:ind w:left="720"/>
      <w:contextualSpacing/>
    </w:pPr>
  </w:style>
  <w:style w:type="table" w:styleId="TableGrid">
    <w:name w:val="Table Grid"/>
    <w:basedOn w:val="TableNormal"/>
    <w:uiPriority w:val="59"/>
    <w:rsid w:val="00CF4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39A"/>
    <w:pPr>
      <w:ind w:left="720"/>
      <w:contextualSpacing/>
    </w:pPr>
  </w:style>
  <w:style w:type="table" w:styleId="TableGrid">
    <w:name w:val="Table Grid"/>
    <w:basedOn w:val="TableNormal"/>
    <w:uiPriority w:val="59"/>
    <w:rsid w:val="00CF4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198E02E.dotm</Template>
  <TotalTime>18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Univesity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EVANS</dc:creator>
  <cp:lastModifiedBy>LAURA EVANS</cp:lastModifiedBy>
  <cp:revision>1</cp:revision>
  <dcterms:created xsi:type="dcterms:W3CDTF">2012-10-04T08:54:00Z</dcterms:created>
  <dcterms:modified xsi:type="dcterms:W3CDTF">2012-10-04T09:12:00Z</dcterms:modified>
</cp:coreProperties>
</file>